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8F273B" w14:textId="2F19D6FA" w:rsidR="004D36D7" w:rsidRPr="00FD4A68" w:rsidRDefault="00812EA0" w:rsidP="00F81654">
      <w:pPr>
        <w:pStyle w:val="Title"/>
        <w:rPr>
          <w:rStyle w:val="LabTitleInstVersred"/>
          <w:b/>
          <w:color w:val="auto"/>
        </w:rPr>
      </w:pPr>
      <w:sdt>
        <w:sdtPr>
          <w:rPr>
            <w:b w:val="0"/>
            <w:color w:val="EE0000"/>
          </w:rPr>
          <w:alias w:val="Title"/>
          <w:tag w:val=""/>
          <w:id w:val="-487021785"/>
          <w:placeholder>
            <w:docPart w:val="2781EA1AA9D54E28B95EBCA519CC88C3"/>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60AA9">
            <w:t>Packet Tracer - Subnetting Scenario</w:t>
          </w:r>
        </w:sdtContent>
      </w:sdt>
      <w:r w:rsidR="004D36D7" w:rsidRPr="00FD4A68">
        <w:t xml:space="preserve"> </w:t>
      </w:r>
    </w:p>
    <w:p w14:paraId="57E410E3" w14:textId="77777777" w:rsidR="00F81654" w:rsidRPr="00653440" w:rsidRDefault="00F81654" w:rsidP="00F81654">
      <w:pPr>
        <w:pStyle w:val="Heading1"/>
        <w:numPr>
          <w:ilvl w:val="0"/>
          <w:numId w:val="3"/>
        </w:numPr>
      </w:pPr>
      <w:r w:rsidRPr="00653440">
        <w:t>Addressing Table</w:t>
      </w:r>
    </w:p>
    <w:tbl>
      <w:tblPr>
        <w:tblW w:w="996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This table contains blank cells where you can enter your answers. Type your answers in the cells listed as &quot;blank&quot;."/>
      </w:tblPr>
      <w:tblGrid>
        <w:gridCol w:w="1527"/>
        <w:gridCol w:w="1890"/>
        <w:gridCol w:w="2430"/>
        <w:gridCol w:w="2219"/>
        <w:gridCol w:w="1898"/>
      </w:tblGrid>
      <w:tr w:rsidR="00F81654" w:rsidRPr="00653440" w14:paraId="1BBAC03E" w14:textId="77777777" w:rsidTr="00D774C6">
        <w:trPr>
          <w:cantSplit/>
          <w:tblHeader/>
          <w:jc w:val="center"/>
        </w:trPr>
        <w:tc>
          <w:tcPr>
            <w:tcW w:w="152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368C4B5" w14:textId="77777777" w:rsidR="00F81654" w:rsidRPr="00653440" w:rsidRDefault="00F81654" w:rsidP="001652A1">
            <w:pPr>
              <w:pStyle w:val="TableHeading"/>
            </w:pPr>
            <w:r w:rsidRPr="00653440">
              <w:t>Device</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54F3157" w14:textId="77777777" w:rsidR="00F81654" w:rsidRPr="00653440" w:rsidRDefault="00F81654" w:rsidP="001652A1">
            <w:pPr>
              <w:pStyle w:val="TableHeading"/>
            </w:pPr>
            <w:r w:rsidRPr="00653440">
              <w:t>Interface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A24AB6E" w14:textId="77777777" w:rsidR="00F81654" w:rsidRPr="00653440" w:rsidRDefault="00F81654" w:rsidP="001652A1">
            <w:pPr>
              <w:pStyle w:val="TableHeading"/>
            </w:pPr>
            <w:r w:rsidRPr="00653440">
              <w:t>IP Address</w:t>
            </w:r>
          </w:p>
        </w:tc>
        <w:tc>
          <w:tcPr>
            <w:tcW w:w="221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BD13FC0" w14:textId="77777777" w:rsidR="00F81654" w:rsidRPr="00653440" w:rsidRDefault="00F81654" w:rsidP="001652A1">
            <w:pPr>
              <w:pStyle w:val="TableHeading"/>
            </w:pPr>
            <w:r w:rsidRPr="00653440">
              <w:t>Subnet Mask</w:t>
            </w:r>
          </w:p>
        </w:tc>
        <w:tc>
          <w:tcPr>
            <w:tcW w:w="189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58789B5" w14:textId="77777777" w:rsidR="00F81654" w:rsidRPr="00653440" w:rsidRDefault="00F81654" w:rsidP="001652A1">
            <w:pPr>
              <w:pStyle w:val="TableHeading"/>
            </w:pPr>
            <w:r w:rsidRPr="00653440">
              <w:t>Default Gateway</w:t>
            </w:r>
          </w:p>
        </w:tc>
      </w:tr>
      <w:tr w:rsidR="00531BF5" w:rsidRPr="00653440" w14:paraId="54ABA87D" w14:textId="77777777" w:rsidTr="00D774C6">
        <w:trPr>
          <w:cantSplit/>
          <w:jc w:val="center"/>
        </w:trPr>
        <w:tc>
          <w:tcPr>
            <w:tcW w:w="1527" w:type="dxa"/>
            <w:tcBorders>
              <w:bottom w:val="nil"/>
            </w:tcBorders>
            <w:vAlign w:val="center"/>
          </w:tcPr>
          <w:p w14:paraId="666DDC0B" w14:textId="77777777" w:rsidR="00531BF5" w:rsidRPr="00653440" w:rsidRDefault="00531BF5" w:rsidP="00531BF5">
            <w:pPr>
              <w:pStyle w:val="TableText"/>
            </w:pPr>
            <w:r w:rsidRPr="00653440">
              <w:t>R1</w:t>
            </w:r>
          </w:p>
        </w:tc>
        <w:tc>
          <w:tcPr>
            <w:tcW w:w="1890" w:type="dxa"/>
            <w:vAlign w:val="bottom"/>
          </w:tcPr>
          <w:p w14:paraId="1F9F83D1" w14:textId="77777777" w:rsidR="00531BF5" w:rsidRPr="00653440" w:rsidRDefault="00531BF5" w:rsidP="00531BF5">
            <w:pPr>
              <w:pStyle w:val="TableText"/>
            </w:pPr>
            <w:r w:rsidRPr="00653440">
              <w:t>G0/0</w:t>
            </w:r>
          </w:p>
        </w:tc>
        <w:tc>
          <w:tcPr>
            <w:tcW w:w="2430" w:type="dxa"/>
            <w:vAlign w:val="bottom"/>
          </w:tcPr>
          <w:p w14:paraId="45909908" w14:textId="17DA926B" w:rsidR="00531BF5" w:rsidRPr="00D774C6" w:rsidRDefault="00D774C6" w:rsidP="00D774C6">
            <w:pPr>
              <w:pStyle w:val="ConfigWindow"/>
            </w:pPr>
            <w:r w:rsidRPr="00D774C6">
              <w:t>Blank</w:t>
            </w:r>
          </w:p>
        </w:tc>
        <w:tc>
          <w:tcPr>
            <w:tcW w:w="2219" w:type="dxa"/>
            <w:vAlign w:val="bottom"/>
          </w:tcPr>
          <w:p w14:paraId="574B92E9" w14:textId="425CCD86" w:rsidR="00531BF5" w:rsidRPr="00D774C6" w:rsidRDefault="00D774C6" w:rsidP="00D774C6">
            <w:pPr>
              <w:pStyle w:val="ConfigWindow"/>
            </w:pPr>
            <w:r w:rsidRPr="00D774C6">
              <w:t>Blank</w:t>
            </w:r>
          </w:p>
        </w:tc>
        <w:tc>
          <w:tcPr>
            <w:tcW w:w="1898" w:type="dxa"/>
            <w:vAlign w:val="bottom"/>
          </w:tcPr>
          <w:p w14:paraId="094FC7AB" w14:textId="7D457587" w:rsidR="00531BF5" w:rsidRPr="00D774C6" w:rsidRDefault="00D774C6" w:rsidP="00D774C6">
            <w:pPr>
              <w:pStyle w:val="ConfigWindow"/>
            </w:pPr>
            <w:r w:rsidRPr="00D774C6">
              <w:t>Blank</w:t>
            </w:r>
          </w:p>
        </w:tc>
      </w:tr>
      <w:tr w:rsidR="00D774C6" w:rsidRPr="00653440" w14:paraId="29A1E994" w14:textId="77777777" w:rsidTr="00D774C6">
        <w:trPr>
          <w:cantSplit/>
          <w:jc w:val="center"/>
        </w:trPr>
        <w:tc>
          <w:tcPr>
            <w:tcW w:w="1527" w:type="dxa"/>
            <w:tcBorders>
              <w:top w:val="nil"/>
              <w:bottom w:val="nil"/>
            </w:tcBorders>
            <w:vAlign w:val="center"/>
          </w:tcPr>
          <w:p w14:paraId="586B942F" w14:textId="77777777" w:rsidR="00D774C6" w:rsidRPr="00653440" w:rsidRDefault="00D774C6" w:rsidP="00D774C6">
            <w:pPr>
              <w:pStyle w:val="ConfigWindow"/>
            </w:pPr>
            <w:r>
              <w:t>R1</w:t>
            </w:r>
          </w:p>
        </w:tc>
        <w:tc>
          <w:tcPr>
            <w:tcW w:w="1890" w:type="dxa"/>
            <w:vAlign w:val="bottom"/>
          </w:tcPr>
          <w:p w14:paraId="3220A192" w14:textId="77777777" w:rsidR="00D774C6" w:rsidRPr="00653440" w:rsidRDefault="00D774C6" w:rsidP="00D774C6">
            <w:pPr>
              <w:pStyle w:val="TableText"/>
            </w:pPr>
            <w:r w:rsidRPr="00653440">
              <w:t>G0/1</w:t>
            </w:r>
          </w:p>
        </w:tc>
        <w:tc>
          <w:tcPr>
            <w:tcW w:w="2430" w:type="dxa"/>
            <w:vAlign w:val="bottom"/>
          </w:tcPr>
          <w:p w14:paraId="28E3375B" w14:textId="33BBED5A" w:rsidR="00D774C6" w:rsidRPr="00D774C6" w:rsidRDefault="00D774C6" w:rsidP="00D774C6">
            <w:pPr>
              <w:pStyle w:val="ConfigWindow"/>
            </w:pPr>
            <w:r w:rsidRPr="00D774C6">
              <w:t>Blank</w:t>
            </w:r>
          </w:p>
        </w:tc>
        <w:tc>
          <w:tcPr>
            <w:tcW w:w="2219" w:type="dxa"/>
            <w:vAlign w:val="bottom"/>
          </w:tcPr>
          <w:p w14:paraId="2FCF6551" w14:textId="4B8D66FE" w:rsidR="00D774C6" w:rsidRPr="00D774C6" w:rsidRDefault="00D774C6" w:rsidP="00D774C6">
            <w:pPr>
              <w:pStyle w:val="ConfigWindow"/>
            </w:pPr>
            <w:r w:rsidRPr="00D774C6">
              <w:t>Blank</w:t>
            </w:r>
          </w:p>
        </w:tc>
        <w:tc>
          <w:tcPr>
            <w:tcW w:w="1898" w:type="dxa"/>
            <w:vAlign w:val="bottom"/>
          </w:tcPr>
          <w:p w14:paraId="426EA44D" w14:textId="0AB4FB30" w:rsidR="00D774C6" w:rsidRPr="00D774C6" w:rsidRDefault="00D774C6" w:rsidP="00D774C6">
            <w:pPr>
              <w:pStyle w:val="ConfigWindow"/>
            </w:pPr>
            <w:r w:rsidRPr="00D774C6">
              <w:t>Blank</w:t>
            </w:r>
          </w:p>
        </w:tc>
      </w:tr>
      <w:tr w:rsidR="00D774C6" w:rsidRPr="00653440" w14:paraId="7BA69E35" w14:textId="77777777" w:rsidTr="00D774C6">
        <w:trPr>
          <w:cantSplit/>
          <w:jc w:val="center"/>
        </w:trPr>
        <w:tc>
          <w:tcPr>
            <w:tcW w:w="1527" w:type="dxa"/>
            <w:tcBorders>
              <w:top w:val="nil"/>
              <w:bottom w:val="single" w:sz="2" w:space="0" w:color="auto"/>
            </w:tcBorders>
            <w:vAlign w:val="center"/>
          </w:tcPr>
          <w:p w14:paraId="438A90CE" w14:textId="77777777" w:rsidR="00D774C6" w:rsidRPr="00653440" w:rsidRDefault="00D774C6" w:rsidP="00D774C6">
            <w:pPr>
              <w:pStyle w:val="ConfigWindow"/>
            </w:pPr>
            <w:r>
              <w:t>R1</w:t>
            </w:r>
          </w:p>
        </w:tc>
        <w:tc>
          <w:tcPr>
            <w:tcW w:w="1890" w:type="dxa"/>
            <w:vAlign w:val="bottom"/>
          </w:tcPr>
          <w:p w14:paraId="35E217F6" w14:textId="77777777" w:rsidR="00D774C6" w:rsidRPr="00653440" w:rsidRDefault="00D774C6" w:rsidP="00D774C6">
            <w:pPr>
              <w:pStyle w:val="TableText"/>
            </w:pPr>
            <w:r w:rsidRPr="00653440">
              <w:t xml:space="preserve">S0/0/0 </w:t>
            </w:r>
          </w:p>
        </w:tc>
        <w:tc>
          <w:tcPr>
            <w:tcW w:w="2430" w:type="dxa"/>
            <w:vAlign w:val="bottom"/>
          </w:tcPr>
          <w:p w14:paraId="3DBE0C23" w14:textId="4631AB04" w:rsidR="00D774C6" w:rsidRPr="00D774C6" w:rsidRDefault="00D774C6" w:rsidP="00D774C6">
            <w:pPr>
              <w:pStyle w:val="ConfigWindow"/>
            </w:pPr>
            <w:r w:rsidRPr="00D774C6">
              <w:t>Blank</w:t>
            </w:r>
          </w:p>
        </w:tc>
        <w:tc>
          <w:tcPr>
            <w:tcW w:w="2219" w:type="dxa"/>
            <w:vAlign w:val="bottom"/>
          </w:tcPr>
          <w:p w14:paraId="3EE47767" w14:textId="7A7A9968" w:rsidR="00D774C6" w:rsidRPr="00D774C6" w:rsidRDefault="00D774C6" w:rsidP="00D774C6">
            <w:pPr>
              <w:pStyle w:val="ConfigWindow"/>
            </w:pPr>
            <w:r w:rsidRPr="00D774C6">
              <w:t>Blank</w:t>
            </w:r>
          </w:p>
        </w:tc>
        <w:tc>
          <w:tcPr>
            <w:tcW w:w="1898" w:type="dxa"/>
            <w:vAlign w:val="bottom"/>
          </w:tcPr>
          <w:p w14:paraId="5DC57858" w14:textId="4C5C2CA2" w:rsidR="00D774C6" w:rsidRPr="00D774C6" w:rsidRDefault="00D774C6" w:rsidP="00D774C6">
            <w:pPr>
              <w:pStyle w:val="ConfigWindow"/>
            </w:pPr>
            <w:r w:rsidRPr="00D774C6">
              <w:t>Blank</w:t>
            </w:r>
          </w:p>
        </w:tc>
      </w:tr>
      <w:tr w:rsidR="00D774C6" w:rsidRPr="00653440" w14:paraId="2079ACC9" w14:textId="77777777" w:rsidTr="00D774C6">
        <w:trPr>
          <w:cantSplit/>
          <w:jc w:val="center"/>
        </w:trPr>
        <w:tc>
          <w:tcPr>
            <w:tcW w:w="1527" w:type="dxa"/>
            <w:tcBorders>
              <w:bottom w:val="nil"/>
            </w:tcBorders>
            <w:vAlign w:val="center"/>
          </w:tcPr>
          <w:p w14:paraId="42105A14" w14:textId="77777777" w:rsidR="00D774C6" w:rsidRPr="00653440" w:rsidRDefault="00D774C6" w:rsidP="00D774C6">
            <w:pPr>
              <w:pStyle w:val="TableText"/>
            </w:pPr>
            <w:r w:rsidRPr="00653440">
              <w:t>R2</w:t>
            </w:r>
          </w:p>
        </w:tc>
        <w:tc>
          <w:tcPr>
            <w:tcW w:w="1890" w:type="dxa"/>
            <w:vAlign w:val="bottom"/>
          </w:tcPr>
          <w:p w14:paraId="085C90CE" w14:textId="77777777" w:rsidR="00D774C6" w:rsidRPr="00653440" w:rsidRDefault="00D774C6" w:rsidP="00D774C6">
            <w:pPr>
              <w:pStyle w:val="TableText"/>
            </w:pPr>
            <w:r w:rsidRPr="00653440">
              <w:t>G0/0</w:t>
            </w:r>
          </w:p>
        </w:tc>
        <w:tc>
          <w:tcPr>
            <w:tcW w:w="2430" w:type="dxa"/>
            <w:vAlign w:val="bottom"/>
          </w:tcPr>
          <w:p w14:paraId="622BD2A6" w14:textId="30F3679D" w:rsidR="00D774C6" w:rsidRPr="00D774C6" w:rsidRDefault="00D774C6" w:rsidP="00D774C6">
            <w:pPr>
              <w:pStyle w:val="ConfigWindow"/>
            </w:pPr>
            <w:r w:rsidRPr="00D774C6">
              <w:t>Blank</w:t>
            </w:r>
          </w:p>
        </w:tc>
        <w:tc>
          <w:tcPr>
            <w:tcW w:w="2219" w:type="dxa"/>
            <w:vAlign w:val="bottom"/>
          </w:tcPr>
          <w:p w14:paraId="463D23C3" w14:textId="04DAC12A" w:rsidR="00D774C6" w:rsidRPr="00D774C6" w:rsidRDefault="00D774C6" w:rsidP="00D774C6">
            <w:pPr>
              <w:pStyle w:val="ConfigWindow"/>
            </w:pPr>
            <w:r w:rsidRPr="00D774C6">
              <w:t>Blank</w:t>
            </w:r>
          </w:p>
        </w:tc>
        <w:tc>
          <w:tcPr>
            <w:tcW w:w="1898" w:type="dxa"/>
            <w:vAlign w:val="bottom"/>
          </w:tcPr>
          <w:p w14:paraId="3291DA8A" w14:textId="5731148A" w:rsidR="00D774C6" w:rsidRPr="00D774C6" w:rsidRDefault="00D774C6" w:rsidP="00D774C6">
            <w:pPr>
              <w:pStyle w:val="ConfigWindow"/>
            </w:pPr>
            <w:r w:rsidRPr="00D774C6">
              <w:t>Blank</w:t>
            </w:r>
          </w:p>
        </w:tc>
      </w:tr>
      <w:tr w:rsidR="00D774C6" w:rsidRPr="00653440" w14:paraId="2FED82CB" w14:textId="77777777" w:rsidTr="00D774C6">
        <w:trPr>
          <w:cantSplit/>
          <w:jc w:val="center"/>
        </w:trPr>
        <w:tc>
          <w:tcPr>
            <w:tcW w:w="1527" w:type="dxa"/>
            <w:tcBorders>
              <w:top w:val="nil"/>
              <w:bottom w:val="nil"/>
            </w:tcBorders>
            <w:vAlign w:val="bottom"/>
          </w:tcPr>
          <w:p w14:paraId="76E66DE3" w14:textId="77777777" w:rsidR="00D774C6" w:rsidRPr="00653440" w:rsidRDefault="00D774C6" w:rsidP="00D774C6">
            <w:pPr>
              <w:pStyle w:val="ConfigWindow"/>
            </w:pPr>
            <w:r>
              <w:t>R2</w:t>
            </w:r>
          </w:p>
        </w:tc>
        <w:tc>
          <w:tcPr>
            <w:tcW w:w="1890" w:type="dxa"/>
            <w:vAlign w:val="bottom"/>
          </w:tcPr>
          <w:p w14:paraId="011299A0" w14:textId="77777777" w:rsidR="00D774C6" w:rsidRPr="00653440" w:rsidRDefault="00D774C6" w:rsidP="00D774C6">
            <w:pPr>
              <w:pStyle w:val="TableText"/>
            </w:pPr>
            <w:r w:rsidRPr="00653440">
              <w:t>G0/1</w:t>
            </w:r>
          </w:p>
        </w:tc>
        <w:tc>
          <w:tcPr>
            <w:tcW w:w="2430" w:type="dxa"/>
            <w:vAlign w:val="bottom"/>
          </w:tcPr>
          <w:p w14:paraId="419C41DA" w14:textId="159F9B09" w:rsidR="00D774C6" w:rsidRPr="00D774C6" w:rsidRDefault="00D774C6" w:rsidP="00D774C6">
            <w:pPr>
              <w:pStyle w:val="ConfigWindow"/>
            </w:pPr>
            <w:r w:rsidRPr="00D774C6">
              <w:t>Blank</w:t>
            </w:r>
          </w:p>
        </w:tc>
        <w:tc>
          <w:tcPr>
            <w:tcW w:w="2219" w:type="dxa"/>
            <w:vAlign w:val="bottom"/>
          </w:tcPr>
          <w:p w14:paraId="229720EA" w14:textId="270B6EC7" w:rsidR="00D774C6" w:rsidRPr="00D774C6" w:rsidRDefault="00D774C6" w:rsidP="00D774C6">
            <w:pPr>
              <w:pStyle w:val="ConfigWindow"/>
            </w:pPr>
            <w:r w:rsidRPr="00D774C6">
              <w:t>Blank</w:t>
            </w:r>
          </w:p>
        </w:tc>
        <w:tc>
          <w:tcPr>
            <w:tcW w:w="1898" w:type="dxa"/>
            <w:vAlign w:val="bottom"/>
          </w:tcPr>
          <w:p w14:paraId="1AD67259" w14:textId="7CA59F35" w:rsidR="00D774C6" w:rsidRPr="00D774C6" w:rsidRDefault="00D774C6" w:rsidP="00D774C6">
            <w:pPr>
              <w:pStyle w:val="ConfigWindow"/>
            </w:pPr>
            <w:r w:rsidRPr="00D774C6">
              <w:t>Blank</w:t>
            </w:r>
          </w:p>
        </w:tc>
      </w:tr>
      <w:tr w:rsidR="00D774C6" w:rsidRPr="00653440" w14:paraId="0EDCA65B" w14:textId="77777777" w:rsidTr="00D774C6">
        <w:trPr>
          <w:cantSplit/>
          <w:jc w:val="center"/>
        </w:trPr>
        <w:tc>
          <w:tcPr>
            <w:tcW w:w="1527" w:type="dxa"/>
            <w:tcBorders>
              <w:top w:val="nil"/>
            </w:tcBorders>
            <w:vAlign w:val="bottom"/>
          </w:tcPr>
          <w:p w14:paraId="45BF8402" w14:textId="77777777" w:rsidR="00D774C6" w:rsidRPr="00653440" w:rsidRDefault="00D774C6" w:rsidP="00D774C6">
            <w:pPr>
              <w:pStyle w:val="ConfigWindow"/>
            </w:pPr>
            <w:r>
              <w:t>R2</w:t>
            </w:r>
          </w:p>
        </w:tc>
        <w:tc>
          <w:tcPr>
            <w:tcW w:w="1890" w:type="dxa"/>
            <w:vAlign w:val="bottom"/>
          </w:tcPr>
          <w:p w14:paraId="5F380788" w14:textId="77777777" w:rsidR="00D774C6" w:rsidRPr="00653440" w:rsidRDefault="00D774C6" w:rsidP="00D774C6">
            <w:pPr>
              <w:pStyle w:val="TableText"/>
            </w:pPr>
            <w:r w:rsidRPr="00653440">
              <w:t>S0/0/0</w:t>
            </w:r>
          </w:p>
        </w:tc>
        <w:tc>
          <w:tcPr>
            <w:tcW w:w="2430" w:type="dxa"/>
            <w:vAlign w:val="bottom"/>
          </w:tcPr>
          <w:p w14:paraId="0385DF33" w14:textId="24DE8F3A" w:rsidR="00D774C6" w:rsidRPr="00D774C6" w:rsidRDefault="00D774C6" w:rsidP="00D774C6">
            <w:pPr>
              <w:pStyle w:val="ConfigWindow"/>
            </w:pPr>
            <w:r w:rsidRPr="00D774C6">
              <w:t>Blank</w:t>
            </w:r>
          </w:p>
        </w:tc>
        <w:tc>
          <w:tcPr>
            <w:tcW w:w="2219" w:type="dxa"/>
            <w:vAlign w:val="bottom"/>
          </w:tcPr>
          <w:p w14:paraId="41D0657E" w14:textId="09295F31" w:rsidR="00D774C6" w:rsidRPr="00D774C6" w:rsidRDefault="00D774C6" w:rsidP="00D774C6">
            <w:pPr>
              <w:pStyle w:val="ConfigWindow"/>
            </w:pPr>
            <w:r w:rsidRPr="00D774C6">
              <w:t>Blank</w:t>
            </w:r>
          </w:p>
        </w:tc>
        <w:tc>
          <w:tcPr>
            <w:tcW w:w="1898" w:type="dxa"/>
            <w:vAlign w:val="bottom"/>
          </w:tcPr>
          <w:p w14:paraId="72D274ED" w14:textId="13359A58" w:rsidR="00D774C6" w:rsidRPr="00D774C6" w:rsidRDefault="00D774C6" w:rsidP="00D774C6">
            <w:pPr>
              <w:pStyle w:val="ConfigWindow"/>
            </w:pPr>
            <w:r w:rsidRPr="00D774C6">
              <w:t>Blank</w:t>
            </w:r>
          </w:p>
        </w:tc>
      </w:tr>
      <w:tr w:rsidR="00D774C6" w:rsidRPr="00653440" w14:paraId="7C6F8665" w14:textId="77777777" w:rsidTr="00D774C6">
        <w:trPr>
          <w:cantSplit/>
          <w:jc w:val="center"/>
        </w:trPr>
        <w:tc>
          <w:tcPr>
            <w:tcW w:w="1527" w:type="dxa"/>
            <w:vAlign w:val="bottom"/>
          </w:tcPr>
          <w:p w14:paraId="41E6A715" w14:textId="77777777" w:rsidR="00D774C6" w:rsidRPr="00653440" w:rsidRDefault="00D774C6" w:rsidP="00D774C6">
            <w:pPr>
              <w:pStyle w:val="TableText"/>
            </w:pPr>
            <w:r w:rsidRPr="00653440">
              <w:t>S1</w:t>
            </w:r>
          </w:p>
        </w:tc>
        <w:tc>
          <w:tcPr>
            <w:tcW w:w="1890" w:type="dxa"/>
            <w:vAlign w:val="bottom"/>
          </w:tcPr>
          <w:p w14:paraId="48A4A90B" w14:textId="77777777" w:rsidR="00D774C6" w:rsidRPr="00653440" w:rsidRDefault="00D774C6" w:rsidP="00D774C6">
            <w:pPr>
              <w:pStyle w:val="TableText"/>
            </w:pPr>
            <w:r w:rsidRPr="00653440">
              <w:t>VLAN 1</w:t>
            </w:r>
          </w:p>
        </w:tc>
        <w:tc>
          <w:tcPr>
            <w:tcW w:w="2430" w:type="dxa"/>
            <w:vAlign w:val="bottom"/>
          </w:tcPr>
          <w:p w14:paraId="6FF5F1B8" w14:textId="3DFEE4AC" w:rsidR="00D774C6" w:rsidRPr="00D774C6" w:rsidRDefault="00D774C6" w:rsidP="00D774C6">
            <w:pPr>
              <w:pStyle w:val="ConfigWindow"/>
            </w:pPr>
            <w:r w:rsidRPr="00D774C6">
              <w:t>Blank</w:t>
            </w:r>
          </w:p>
        </w:tc>
        <w:tc>
          <w:tcPr>
            <w:tcW w:w="2219" w:type="dxa"/>
            <w:vAlign w:val="bottom"/>
          </w:tcPr>
          <w:p w14:paraId="4947212B" w14:textId="7697760B" w:rsidR="00D774C6" w:rsidRPr="00D774C6" w:rsidRDefault="00D774C6" w:rsidP="00D774C6">
            <w:pPr>
              <w:pStyle w:val="ConfigWindow"/>
            </w:pPr>
            <w:r w:rsidRPr="00D774C6">
              <w:t>Blank</w:t>
            </w:r>
          </w:p>
        </w:tc>
        <w:tc>
          <w:tcPr>
            <w:tcW w:w="1898" w:type="dxa"/>
            <w:vAlign w:val="bottom"/>
          </w:tcPr>
          <w:p w14:paraId="48D05C3E" w14:textId="2B9882DA" w:rsidR="00D774C6" w:rsidRPr="00D774C6" w:rsidRDefault="00D774C6" w:rsidP="00D774C6">
            <w:pPr>
              <w:pStyle w:val="ConfigWindow"/>
            </w:pPr>
            <w:r w:rsidRPr="00D774C6">
              <w:t>Blank</w:t>
            </w:r>
          </w:p>
        </w:tc>
      </w:tr>
      <w:tr w:rsidR="00D774C6" w:rsidRPr="00653440" w14:paraId="292DB428" w14:textId="77777777" w:rsidTr="00D774C6">
        <w:trPr>
          <w:cantSplit/>
          <w:jc w:val="center"/>
        </w:trPr>
        <w:tc>
          <w:tcPr>
            <w:tcW w:w="1527" w:type="dxa"/>
            <w:vAlign w:val="bottom"/>
          </w:tcPr>
          <w:p w14:paraId="5D83C2A8" w14:textId="77777777" w:rsidR="00D774C6" w:rsidRPr="00653440" w:rsidRDefault="00D774C6" w:rsidP="00D774C6">
            <w:pPr>
              <w:pStyle w:val="TableText"/>
            </w:pPr>
            <w:r w:rsidRPr="00653440">
              <w:t>S2</w:t>
            </w:r>
          </w:p>
        </w:tc>
        <w:tc>
          <w:tcPr>
            <w:tcW w:w="1890" w:type="dxa"/>
            <w:vAlign w:val="bottom"/>
          </w:tcPr>
          <w:p w14:paraId="22CF8B83" w14:textId="77777777" w:rsidR="00D774C6" w:rsidRPr="00653440" w:rsidRDefault="00D774C6" w:rsidP="00D774C6">
            <w:pPr>
              <w:pStyle w:val="TableText"/>
            </w:pPr>
            <w:r w:rsidRPr="00653440">
              <w:t>VLAN 1</w:t>
            </w:r>
          </w:p>
        </w:tc>
        <w:tc>
          <w:tcPr>
            <w:tcW w:w="2430" w:type="dxa"/>
            <w:vAlign w:val="bottom"/>
          </w:tcPr>
          <w:p w14:paraId="0F27EA53" w14:textId="77BDEF45" w:rsidR="00D774C6" w:rsidRPr="00D774C6" w:rsidRDefault="00D774C6" w:rsidP="00D774C6">
            <w:pPr>
              <w:pStyle w:val="ConfigWindow"/>
            </w:pPr>
            <w:r w:rsidRPr="00D774C6">
              <w:t>Blank</w:t>
            </w:r>
          </w:p>
        </w:tc>
        <w:tc>
          <w:tcPr>
            <w:tcW w:w="2219" w:type="dxa"/>
            <w:vAlign w:val="bottom"/>
          </w:tcPr>
          <w:p w14:paraId="09551B71" w14:textId="4C91215A" w:rsidR="00D774C6" w:rsidRPr="00D774C6" w:rsidRDefault="00D774C6" w:rsidP="00D774C6">
            <w:pPr>
              <w:pStyle w:val="ConfigWindow"/>
            </w:pPr>
            <w:r w:rsidRPr="00D774C6">
              <w:t>Blank</w:t>
            </w:r>
          </w:p>
        </w:tc>
        <w:tc>
          <w:tcPr>
            <w:tcW w:w="1898" w:type="dxa"/>
            <w:vAlign w:val="bottom"/>
          </w:tcPr>
          <w:p w14:paraId="210A74C0" w14:textId="76B95A20" w:rsidR="00D774C6" w:rsidRPr="00D774C6" w:rsidRDefault="00D774C6" w:rsidP="00D774C6">
            <w:pPr>
              <w:pStyle w:val="ConfigWindow"/>
            </w:pPr>
            <w:r w:rsidRPr="00D774C6">
              <w:t>Blank</w:t>
            </w:r>
          </w:p>
        </w:tc>
      </w:tr>
      <w:tr w:rsidR="00D774C6" w:rsidRPr="00653440" w14:paraId="46F6322C" w14:textId="77777777" w:rsidTr="00D774C6">
        <w:trPr>
          <w:cantSplit/>
          <w:jc w:val="center"/>
        </w:trPr>
        <w:tc>
          <w:tcPr>
            <w:tcW w:w="1527" w:type="dxa"/>
            <w:vAlign w:val="bottom"/>
          </w:tcPr>
          <w:p w14:paraId="5965242B" w14:textId="77777777" w:rsidR="00D774C6" w:rsidRPr="00653440" w:rsidRDefault="00D774C6" w:rsidP="00D774C6">
            <w:pPr>
              <w:pStyle w:val="TableText"/>
            </w:pPr>
            <w:r w:rsidRPr="00653440">
              <w:t>S3</w:t>
            </w:r>
          </w:p>
        </w:tc>
        <w:tc>
          <w:tcPr>
            <w:tcW w:w="1890" w:type="dxa"/>
            <w:vAlign w:val="bottom"/>
          </w:tcPr>
          <w:p w14:paraId="182963F5" w14:textId="77777777" w:rsidR="00D774C6" w:rsidRPr="00653440" w:rsidRDefault="00D774C6" w:rsidP="00D774C6">
            <w:pPr>
              <w:pStyle w:val="TableText"/>
            </w:pPr>
            <w:r w:rsidRPr="00653440">
              <w:t>VLAN 1</w:t>
            </w:r>
          </w:p>
        </w:tc>
        <w:tc>
          <w:tcPr>
            <w:tcW w:w="2430" w:type="dxa"/>
            <w:vAlign w:val="bottom"/>
          </w:tcPr>
          <w:p w14:paraId="06EC7BC9" w14:textId="5A248702" w:rsidR="00D774C6" w:rsidRPr="00D774C6" w:rsidRDefault="00D774C6" w:rsidP="00D774C6">
            <w:pPr>
              <w:pStyle w:val="ConfigWindow"/>
            </w:pPr>
            <w:r w:rsidRPr="00D774C6">
              <w:t>Blank</w:t>
            </w:r>
          </w:p>
        </w:tc>
        <w:tc>
          <w:tcPr>
            <w:tcW w:w="2219" w:type="dxa"/>
            <w:vAlign w:val="bottom"/>
          </w:tcPr>
          <w:p w14:paraId="39556FF6" w14:textId="465C3CF4" w:rsidR="00D774C6" w:rsidRPr="00D774C6" w:rsidRDefault="00D774C6" w:rsidP="00D774C6">
            <w:pPr>
              <w:pStyle w:val="ConfigWindow"/>
            </w:pPr>
            <w:r w:rsidRPr="00D774C6">
              <w:t>Blank</w:t>
            </w:r>
          </w:p>
        </w:tc>
        <w:tc>
          <w:tcPr>
            <w:tcW w:w="1898" w:type="dxa"/>
            <w:vAlign w:val="bottom"/>
          </w:tcPr>
          <w:p w14:paraId="1DB51513" w14:textId="5B9B45B0" w:rsidR="00D774C6" w:rsidRPr="00D774C6" w:rsidRDefault="00D774C6" w:rsidP="00D774C6">
            <w:pPr>
              <w:pStyle w:val="ConfigWindow"/>
            </w:pPr>
            <w:r w:rsidRPr="00D774C6">
              <w:t>Blank</w:t>
            </w:r>
          </w:p>
        </w:tc>
      </w:tr>
      <w:tr w:rsidR="00D774C6" w:rsidRPr="00653440" w14:paraId="469DA0CE" w14:textId="77777777" w:rsidTr="00D774C6">
        <w:trPr>
          <w:cantSplit/>
          <w:jc w:val="center"/>
        </w:trPr>
        <w:tc>
          <w:tcPr>
            <w:tcW w:w="1527" w:type="dxa"/>
            <w:vAlign w:val="bottom"/>
          </w:tcPr>
          <w:p w14:paraId="6DEFABA1" w14:textId="77777777" w:rsidR="00D774C6" w:rsidRPr="00653440" w:rsidRDefault="00D774C6" w:rsidP="00D774C6">
            <w:pPr>
              <w:pStyle w:val="TableText"/>
            </w:pPr>
            <w:r w:rsidRPr="00653440">
              <w:t>S4</w:t>
            </w:r>
          </w:p>
        </w:tc>
        <w:tc>
          <w:tcPr>
            <w:tcW w:w="1890" w:type="dxa"/>
            <w:vAlign w:val="bottom"/>
          </w:tcPr>
          <w:p w14:paraId="1E98440A" w14:textId="77777777" w:rsidR="00D774C6" w:rsidRPr="00653440" w:rsidRDefault="00D774C6" w:rsidP="00D774C6">
            <w:pPr>
              <w:pStyle w:val="TableText"/>
            </w:pPr>
            <w:r w:rsidRPr="00653440">
              <w:t>VLAN 1</w:t>
            </w:r>
          </w:p>
        </w:tc>
        <w:tc>
          <w:tcPr>
            <w:tcW w:w="2430" w:type="dxa"/>
            <w:vAlign w:val="bottom"/>
          </w:tcPr>
          <w:p w14:paraId="5276F38C" w14:textId="53C0C6E2" w:rsidR="00D774C6" w:rsidRPr="00D774C6" w:rsidRDefault="00D774C6" w:rsidP="00D774C6">
            <w:pPr>
              <w:pStyle w:val="ConfigWindow"/>
            </w:pPr>
            <w:r w:rsidRPr="00D774C6">
              <w:t>Blank</w:t>
            </w:r>
          </w:p>
        </w:tc>
        <w:tc>
          <w:tcPr>
            <w:tcW w:w="2219" w:type="dxa"/>
            <w:vAlign w:val="bottom"/>
          </w:tcPr>
          <w:p w14:paraId="386A1960" w14:textId="259AA99D" w:rsidR="00D774C6" w:rsidRPr="00D774C6" w:rsidRDefault="00D774C6" w:rsidP="00D774C6">
            <w:pPr>
              <w:pStyle w:val="ConfigWindow"/>
            </w:pPr>
            <w:r w:rsidRPr="00D774C6">
              <w:t>Blank</w:t>
            </w:r>
          </w:p>
        </w:tc>
        <w:tc>
          <w:tcPr>
            <w:tcW w:w="1898" w:type="dxa"/>
            <w:vAlign w:val="bottom"/>
          </w:tcPr>
          <w:p w14:paraId="595C57B5" w14:textId="3969B9E3" w:rsidR="00D774C6" w:rsidRPr="00D774C6" w:rsidRDefault="00D774C6" w:rsidP="00D774C6">
            <w:pPr>
              <w:pStyle w:val="ConfigWindow"/>
            </w:pPr>
            <w:r w:rsidRPr="00D774C6">
              <w:t>Blank</w:t>
            </w:r>
          </w:p>
        </w:tc>
      </w:tr>
      <w:tr w:rsidR="00D774C6" w:rsidRPr="00653440" w14:paraId="4B206444" w14:textId="77777777" w:rsidTr="00D774C6">
        <w:trPr>
          <w:cantSplit/>
          <w:jc w:val="center"/>
        </w:trPr>
        <w:tc>
          <w:tcPr>
            <w:tcW w:w="1527" w:type="dxa"/>
            <w:vAlign w:val="bottom"/>
          </w:tcPr>
          <w:p w14:paraId="282EE7D0" w14:textId="77777777" w:rsidR="00D774C6" w:rsidRPr="00653440" w:rsidRDefault="00D774C6" w:rsidP="00D774C6">
            <w:pPr>
              <w:pStyle w:val="TableText"/>
            </w:pPr>
            <w:r w:rsidRPr="00653440">
              <w:t>PC1</w:t>
            </w:r>
          </w:p>
        </w:tc>
        <w:tc>
          <w:tcPr>
            <w:tcW w:w="1890" w:type="dxa"/>
            <w:vAlign w:val="bottom"/>
          </w:tcPr>
          <w:p w14:paraId="2A7FDC66" w14:textId="77777777" w:rsidR="00D774C6" w:rsidRPr="00653440" w:rsidRDefault="00D774C6" w:rsidP="00D774C6">
            <w:pPr>
              <w:pStyle w:val="TableText"/>
            </w:pPr>
            <w:r w:rsidRPr="00653440">
              <w:t>NIC</w:t>
            </w:r>
          </w:p>
        </w:tc>
        <w:tc>
          <w:tcPr>
            <w:tcW w:w="2430" w:type="dxa"/>
            <w:vAlign w:val="bottom"/>
          </w:tcPr>
          <w:p w14:paraId="0636F3A0" w14:textId="4FEED459" w:rsidR="00D774C6" w:rsidRPr="00D774C6" w:rsidRDefault="00D774C6" w:rsidP="00D774C6">
            <w:pPr>
              <w:pStyle w:val="ConfigWindow"/>
            </w:pPr>
            <w:r w:rsidRPr="00D774C6">
              <w:t>Blank</w:t>
            </w:r>
          </w:p>
        </w:tc>
        <w:tc>
          <w:tcPr>
            <w:tcW w:w="2219" w:type="dxa"/>
            <w:vAlign w:val="bottom"/>
          </w:tcPr>
          <w:p w14:paraId="052CE7F1" w14:textId="18554269" w:rsidR="00D774C6" w:rsidRPr="00D774C6" w:rsidRDefault="00D774C6" w:rsidP="00D774C6">
            <w:pPr>
              <w:pStyle w:val="ConfigWindow"/>
            </w:pPr>
            <w:r w:rsidRPr="00D774C6">
              <w:t>Blank</w:t>
            </w:r>
          </w:p>
        </w:tc>
        <w:tc>
          <w:tcPr>
            <w:tcW w:w="1898" w:type="dxa"/>
            <w:vAlign w:val="bottom"/>
          </w:tcPr>
          <w:p w14:paraId="26CABF7A" w14:textId="19E17516" w:rsidR="00D774C6" w:rsidRPr="00D774C6" w:rsidRDefault="00D774C6" w:rsidP="00D774C6">
            <w:pPr>
              <w:pStyle w:val="ConfigWindow"/>
            </w:pPr>
            <w:r w:rsidRPr="00D774C6">
              <w:t>Blank</w:t>
            </w:r>
          </w:p>
        </w:tc>
      </w:tr>
      <w:tr w:rsidR="00D774C6" w:rsidRPr="00653440" w14:paraId="37E8D572" w14:textId="77777777" w:rsidTr="00D774C6">
        <w:trPr>
          <w:cantSplit/>
          <w:jc w:val="center"/>
        </w:trPr>
        <w:tc>
          <w:tcPr>
            <w:tcW w:w="1527" w:type="dxa"/>
            <w:vAlign w:val="bottom"/>
          </w:tcPr>
          <w:p w14:paraId="34B36057" w14:textId="77777777" w:rsidR="00D774C6" w:rsidRPr="00653440" w:rsidRDefault="00D774C6" w:rsidP="00D774C6">
            <w:pPr>
              <w:pStyle w:val="TableText"/>
            </w:pPr>
            <w:r w:rsidRPr="00653440">
              <w:t>PC2</w:t>
            </w:r>
          </w:p>
        </w:tc>
        <w:tc>
          <w:tcPr>
            <w:tcW w:w="1890" w:type="dxa"/>
            <w:vAlign w:val="bottom"/>
          </w:tcPr>
          <w:p w14:paraId="6083C910" w14:textId="77777777" w:rsidR="00D774C6" w:rsidRPr="00653440" w:rsidRDefault="00D774C6" w:rsidP="00D774C6">
            <w:pPr>
              <w:pStyle w:val="TableText"/>
            </w:pPr>
            <w:r w:rsidRPr="00653440">
              <w:t>NIC</w:t>
            </w:r>
          </w:p>
        </w:tc>
        <w:tc>
          <w:tcPr>
            <w:tcW w:w="2430" w:type="dxa"/>
            <w:vAlign w:val="bottom"/>
          </w:tcPr>
          <w:p w14:paraId="3AC55463" w14:textId="275851D3" w:rsidR="00D774C6" w:rsidRPr="00D774C6" w:rsidRDefault="00D774C6" w:rsidP="00D774C6">
            <w:pPr>
              <w:pStyle w:val="ConfigWindow"/>
            </w:pPr>
            <w:r w:rsidRPr="00D774C6">
              <w:t>Blank</w:t>
            </w:r>
          </w:p>
        </w:tc>
        <w:tc>
          <w:tcPr>
            <w:tcW w:w="2219" w:type="dxa"/>
            <w:vAlign w:val="bottom"/>
          </w:tcPr>
          <w:p w14:paraId="3F43312F" w14:textId="0247C08E" w:rsidR="00D774C6" w:rsidRPr="00D774C6" w:rsidRDefault="00D774C6" w:rsidP="00D774C6">
            <w:pPr>
              <w:pStyle w:val="ConfigWindow"/>
            </w:pPr>
            <w:r w:rsidRPr="00D774C6">
              <w:t>Blank</w:t>
            </w:r>
          </w:p>
        </w:tc>
        <w:tc>
          <w:tcPr>
            <w:tcW w:w="1898" w:type="dxa"/>
            <w:vAlign w:val="bottom"/>
          </w:tcPr>
          <w:p w14:paraId="0FC29C0A" w14:textId="15B2C435" w:rsidR="00D774C6" w:rsidRPr="00D774C6" w:rsidRDefault="00D774C6" w:rsidP="00D774C6">
            <w:pPr>
              <w:pStyle w:val="ConfigWindow"/>
            </w:pPr>
            <w:r w:rsidRPr="00D774C6">
              <w:t>Blank</w:t>
            </w:r>
          </w:p>
        </w:tc>
      </w:tr>
      <w:tr w:rsidR="00D774C6" w:rsidRPr="00653440" w14:paraId="0AEEBE0F" w14:textId="77777777" w:rsidTr="00D774C6">
        <w:trPr>
          <w:cantSplit/>
          <w:jc w:val="center"/>
        </w:trPr>
        <w:tc>
          <w:tcPr>
            <w:tcW w:w="1527" w:type="dxa"/>
            <w:vAlign w:val="bottom"/>
          </w:tcPr>
          <w:p w14:paraId="7A513786" w14:textId="77777777" w:rsidR="00D774C6" w:rsidRPr="00653440" w:rsidRDefault="00D774C6" w:rsidP="00D774C6">
            <w:pPr>
              <w:pStyle w:val="TableText"/>
            </w:pPr>
            <w:r w:rsidRPr="00653440">
              <w:t>PC3</w:t>
            </w:r>
          </w:p>
        </w:tc>
        <w:tc>
          <w:tcPr>
            <w:tcW w:w="1890" w:type="dxa"/>
            <w:vAlign w:val="bottom"/>
          </w:tcPr>
          <w:p w14:paraId="18CC09F7" w14:textId="77777777" w:rsidR="00D774C6" w:rsidRPr="00653440" w:rsidRDefault="00D774C6" w:rsidP="00D774C6">
            <w:pPr>
              <w:pStyle w:val="TableText"/>
            </w:pPr>
            <w:r w:rsidRPr="00653440">
              <w:t>NIC</w:t>
            </w:r>
          </w:p>
        </w:tc>
        <w:tc>
          <w:tcPr>
            <w:tcW w:w="2430" w:type="dxa"/>
            <w:vAlign w:val="bottom"/>
          </w:tcPr>
          <w:p w14:paraId="66A70CFD" w14:textId="5F52F3A7" w:rsidR="00D774C6" w:rsidRPr="00D774C6" w:rsidRDefault="00D774C6" w:rsidP="00D774C6">
            <w:pPr>
              <w:pStyle w:val="ConfigWindow"/>
            </w:pPr>
            <w:r w:rsidRPr="00D774C6">
              <w:t>Blank</w:t>
            </w:r>
          </w:p>
        </w:tc>
        <w:tc>
          <w:tcPr>
            <w:tcW w:w="2219" w:type="dxa"/>
            <w:vAlign w:val="bottom"/>
          </w:tcPr>
          <w:p w14:paraId="31AA31F5" w14:textId="0C5A25F0" w:rsidR="00D774C6" w:rsidRPr="00D774C6" w:rsidRDefault="00D774C6" w:rsidP="00D774C6">
            <w:pPr>
              <w:pStyle w:val="ConfigWindow"/>
            </w:pPr>
            <w:r w:rsidRPr="00D774C6">
              <w:t>Blank</w:t>
            </w:r>
          </w:p>
        </w:tc>
        <w:tc>
          <w:tcPr>
            <w:tcW w:w="1898" w:type="dxa"/>
            <w:vAlign w:val="bottom"/>
          </w:tcPr>
          <w:p w14:paraId="694B5AFE" w14:textId="796E1A9C" w:rsidR="00D774C6" w:rsidRPr="00D774C6" w:rsidRDefault="00D774C6" w:rsidP="00D774C6">
            <w:pPr>
              <w:pStyle w:val="ConfigWindow"/>
            </w:pPr>
            <w:r w:rsidRPr="00D774C6">
              <w:t>Blank</w:t>
            </w:r>
          </w:p>
        </w:tc>
      </w:tr>
      <w:tr w:rsidR="00D774C6" w:rsidRPr="00653440" w14:paraId="1EC0DD0D" w14:textId="77777777" w:rsidTr="00D774C6">
        <w:trPr>
          <w:cantSplit/>
          <w:jc w:val="center"/>
        </w:trPr>
        <w:tc>
          <w:tcPr>
            <w:tcW w:w="1527" w:type="dxa"/>
            <w:vAlign w:val="bottom"/>
          </w:tcPr>
          <w:p w14:paraId="03FDFBA0" w14:textId="77777777" w:rsidR="00D774C6" w:rsidRPr="00653440" w:rsidRDefault="00D774C6" w:rsidP="00D774C6">
            <w:pPr>
              <w:pStyle w:val="TableText"/>
            </w:pPr>
            <w:r w:rsidRPr="00653440">
              <w:t>PC4</w:t>
            </w:r>
          </w:p>
        </w:tc>
        <w:tc>
          <w:tcPr>
            <w:tcW w:w="1890" w:type="dxa"/>
            <w:vAlign w:val="bottom"/>
          </w:tcPr>
          <w:p w14:paraId="41AAE91D" w14:textId="77777777" w:rsidR="00D774C6" w:rsidRPr="00653440" w:rsidRDefault="00D774C6" w:rsidP="00D774C6">
            <w:pPr>
              <w:pStyle w:val="TableText"/>
            </w:pPr>
            <w:r w:rsidRPr="00653440">
              <w:t>NIC</w:t>
            </w:r>
          </w:p>
        </w:tc>
        <w:tc>
          <w:tcPr>
            <w:tcW w:w="2430" w:type="dxa"/>
            <w:vAlign w:val="bottom"/>
          </w:tcPr>
          <w:p w14:paraId="54BDDC05" w14:textId="2690C0B3" w:rsidR="00D774C6" w:rsidRPr="00D774C6" w:rsidRDefault="00D774C6" w:rsidP="00D774C6">
            <w:pPr>
              <w:pStyle w:val="ConfigWindow"/>
            </w:pPr>
            <w:r w:rsidRPr="00D774C6">
              <w:t>Blank</w:t>
            </w:r>
          </w:p>
        </w:tc>
        <w:tc>
          <w:tcPr>
            <w:tcW w:w="2219" w:type="dxa"/>
            <w:vAlign w:val="bottom"/>
          </w:tcPr>
          <w:p w14:paraId="12AE8788" w14:textId="1A3D59B0" w:rsidR="00D774C6" w:rsidRPr="00D774C6" w:rsidRDefault="00D774C6" w:rsidP="00D774C6">
            <w:pPr>
              <w:pStyle w:val="ConfigWindow"/>
            </w:pPr>
            <w:r w:rsidRPr="00D774C6">
              <w:t>Blank</w:t>
            </w:r>
          </w:p>
        </w:tc>
        <w:tc>
          <w:tcPr>
            <w:tcW w:w="1898" w:type="dxa"/>
            <w:vAlign w:val="bottom"/>
          </w:tcPr>
          <w:p w14:paraId="4C922C78" w14:textId="3EA6736E" w:rsidR="00D774C6" w:rsidRPr="00D774C6" w:rsidRDefault="00D774C6" w:rsidP="00D774C6">
            <w:pPr>
              <w:pStyle w:val="ConfigWindow"/>
            </w:pPr>
            <w:r w:rsidRPr="00D774C6">
              <w:t>Blank</w:t>
            </w:r>
          </w:p>
        </w:tc>
      </w:tr>
    </w:tbl>
    <w:p w14:paraId="67ECECF3" w14:textId="77777777" w:rsidR="00F81654" w:rsidRPr="00653440" w:rsidRDefault="00F81654" w:rsidP="00F81654">
      <w:pPr>
        <w:pStyle w:val="Heading1"/>
        <w:numPr>
          <w:ilvl w:val="0"/>
          <w:numId w:val="3"/>
        </w:numPr>
      </w:pPr>
      <w:r w:rsidRPr="00653440">
        <w:t>Objectives</w:t>
      </w:r>
    </w:p>
    <w:p w14:paraId="074B0D15" w14:textId="77777777" w:rsidR="00F81654" w:rsidRPr="00653440" w:rsidRDefault="00F81654" w:rsidP="00F81654">
      <w:pPr>
        <w:pStyle w:val="BodyTextL25Bold"/>
      </w:pPr>
      <w:r>
        <w:t>Part 1</w:t>
      </w:r>
      <w:r w:rsidRPr="00653440">
        <w:t xml:space="preserve">: Design an IP </w:t>
      </w:r>
      <w:r>
        <w:t>Addressing S</w:t>
      </w:r>
      <w:r w:rsidRPr="00653440">
        <w:t>cheme</w:t>
      </w:r>
    </w:p>
    <w:p w14:paraId="65419A32" w14:textId="77777777" w:rsidR="00F81654" w:rsidRPr="00653440" w:rsidRDefault="00F81654" w:rsidP="00F81654">
      <w:pPr>
        <w:pStyle w:val="BodyTextL25Bold"/>
      </w:pPr>
      <w:r>
        <w:t>Part 2</w:t>
      </w:r>
      <w:r w:rsidRPr="00653440">
        <w:t xml:space="preserve">: </w:t>
      </w:r>
      <w:r w:rsidRPr="00625AC9">
        <w:t>Assign IP Addresses to Network Devices and Verify Connectivity</w:t>
      </w:r>
    </w:p>
    <w:p w14:paraId="20C55984" w14:textId="77777777" w:rsidR="00F81654" w:rsidRPr="00653440" w:rsidRDefault="00F81654" w:rsidP="00F81654">
      <w:pPr>
        <w:pStyle w:val="Heading1"/>
        <w:numPr>
          <w:ilvl w:val="0"/>
          <w:numId w:val="3"/>
        </w:numPr>
      </w:pPr>
      <w:r w:rsidRPr="00653440">
        <w:t>Scenario</w:t>
      </w:r>
    </w:p>
    <w:p w14:paraId="4E07DF44" w14:textId="77777777" w:rsidR="00F81654" w:rsidRDefault="00F81654" w:rsidP="00F81654">
      <w:pPr>
        <w:pStyle w:val="BodyTextL25"/>
      </w:pPr>
      <w:r w:rsidRPr="00653440">
        <w:t xml:space="preserve">In this activity, you are given the network address </w:t>
      </w:r>
      <w:r>
        <w:t xml:space="preserve">of </w:t>
      </w:r>
      <w:r w:rsidRPr="00653440">
        <w:t xml:space="preserve">192.168.100.0/24 to subnet and provide the IP addressing for the </w:t>
      </w:r>
      <w:r>
        <w:t xml:space="preserve">Packet Tracer </w:t>
      </w:r>
      <w:r w:rsidRPr="00653440">
        <w:t xml:space="preserve">network. </w:t>
      </w:r>
      <w:r>
        <w:t xml:space="preserve">Each LAN in the network requires at least 25 addresses for end devices, the switch and the router. </w:t>
      </w:r>
      <w:r w:rsidRPr="00653440">
        <w:t xml:space="preserve">The connection between R1 to R2 will require an IP address for each end of the link. </w:t>
      </w:r>
    </w:p>
    <w:p w14:paraId="1F0D0407" w14:textId="77777777" w:rsidR="00F81654" w:rsidRPr="00653440" w:rsidRDefault="00F81654" w:rsidP="00F81654">
      <w:pPr>
        <w:pStyle w:val="Heading1"/>
      </w:pPr>
      <w:r>
        <w:t>Instructions</w:t>
      </w:r>
    </w:p>
    <w:p w14:paraId="51604F97" w14:textId="77777777" w:rsidR="00F81654" w:rsidRPr="00653440" w:rsidRDefault="00F81654" w:rsidP="001652A1">
      <w:pPr>
        <w:pStyle w:val="Heading2"/>
      </w:pPr>
      <w:r w:rsidRPr="00653440">
        <w:t>Design an IP Addressing Scheme</w:t>
      </w:r>
    </w:p>
    <w:p w14:paraId="76DA45E5" w14:textId="77777777" w:rsidR="00F81654" w:rsidRDefault="00F81654" w:rsidP="001652A1">
      <w:pPr>
        <w:pStyle w:val="Heading3"/>
      </w:pPr>
      <w:r w:rsidRPr="00653440">
        <w:t>Subnet the 192.168.100.0/24 network into the appropriate number of subnets.</w:t>
      </w:r>
    </w:p>
    <w:p w14:paraId="2EB84D91" w14:textId="77777777" w:rsidR="00F81654" w:rsidRPr="00F81654" w:rsidRDefault="00F81654" w:rsidP="00F81654">
      <w:pPr>
        <w:pStyle w:val="Heading4"/>
      </w:pPr>
      <w:r>
        <w:t>Questions:</w:t>
      </w:r>
    </w:p>
    <w:p w14:paraId="2B5E77FC" w14:textId="77777777" w:rsidR="001652A1" w:rsidRDefault="00F81654" w:rsidP="00F81654">
      <w:pPr>
        <w:pStyle w:val="SubStepAlpha"/>
        <w:spacing w:before="0"/>
      </w:pPr>
      <w:r w:rsidRPr="00653440">
        <w:t>Based on the topology, how many subnets are needed?</w:t>
      </w:r>
    </w:p>
    <w:p w14:paraId="1C178398" w14:textId="2F0CD86E" w:rsidR="001652A1" w:rsidRDefault="001652A1" w:rsidP="00C458ED">
      <w:pPr>
        <w:pStyle w:val="AnswerLineL50"/>
        <w:spacing w:after="240"/>
      </w:pPr>
      <w:r>
        <w:t>Type your answers here.</w:t>
      </w:r>
    </w:p>
    <w:p w14:paraId="0A0F5823" w14:textId="3BFA6620" w:rsidR="001652A1" w:rsidRDefault="00F81654" w:rsidP="00F81654">
      <w:pPr>
        <w:pStyle w:val="SubStepAlpha"/>
      </w:pPr>
      <w:r w:rsidRPr="00653440">
        <w:t xml:space="preserve">How many bits </w:t>
      </w:r>
      <w:r>
        <w:t>must</w:t>
      </w:r>
      <w:r w:rsidRPr="00653440">
        <w:t xml:space="preserve"> be borrowed to support the number of subnets in the topology table?</w:t>
      </w:r>
    </w:p>
    <w:p w14:paraId="09AC9B6B" w14:textId="1ABA92D5" w:rsidR="001652A1" w:rsidRDefault="001652A1" w:rsidP="001652A1">
      <w:pPr>
        <w:pStyle w:val="AnswerLineL50"/>
      </w:pPr>
      <w:r>
        <w:t>Type your answers here.</w:t>
      </w:r>
    </w:p>
    <w:p w14:paraId="43EFB6F6" w14:textId="77777777" w:rsidR="001652A1" w:rsidRDefault="00F81654" w:rsidP="00F81654">
      <w:pPr>
        <w:pStyle w:val="SubStepAlpha"/>
      </w:pPr>
      <w:r w:rsidRPr="00653440">
        <w:t>How many subnets does this create?</w:t>
      </w:r>
    </w:p>
    <w:p w14:paraId="101FE166" w14:textId="39FAC632" w:rsidR="001652A1" w:rsidRDefault="001652A1" w:rsidP="001652A1">
      <w:pPr>
        <w:pStyle w:val="AnswerLineL50"/>
      </w:pPr>
      <w:r>
        <w:t>Type your answers here.</w:t>
      </w:r>
    </w:p>
    <w:p w14:paraId="0DAE601D" w14:textId="77777777" w:rsidR="001652A1" w:rsidRDefault="00F81654" w:rsidP="00F81654">
      <w:pPr>
        <w:pStyle w:val="SubStepAlpha"/>
      </w:pPr>
      <w:r>
        <w:t>How many usable hosts does this create per subnet?</w:t>
      </w:r>
    </w:p>
    <w:p w14:paraId="6DDCACC7" w14:textId="60EFA1FA" w:rsidR="001652A1" w:rsidRDefault="001652A1" w:rsidP="001652A1">
      <w:pPr>
        <w:pStyle w:val="AnswerLineL50"/>
      </w:pPr>
      <w:r>
        <w:t>Type your answers here.</w:t>
      </w:r>
    </w:p>
    <w:p w14:paraId="738B6809" w14:textId="77777777" w:rsidR="00F81654" w:rsidRPr="00116FB1" w:rsidRDefault="00F81654" w:rsidP="00F81654">
      <w:pPr>
        <w:pStyle w:val="BodyTextL50"/>
      </w:pPr>
      <w:r>
        <w:rPr>
          <w:b/>
        </w:rPr>
        <w:t>Note</w:t>
      </w:r>
      <w:r w:rsidRPr="001652A1">
        <w:t xml:space="preserve">: </w:t>
      </w:r>
      <w:r>
        <w:t>If your answer is less than the 25 hosts required, then you borrowed too many bits.</w:t>
      </w:r>
    </w:p>
    <w:p w14:paraId="46230BD1" w14:textId="77777777" w:rsidR="00F81654" w:rsidRPr="006446F2" w:rsidRDefault="00F81654" w:rsidP="00F81654">
      <w:pPr>
        <w:pStyle w:val="SubStepAlpha"/>
      </w:pPr>
      <w:r>
        <w:t>Calculate the binary value for the first five subnets. The first two subnets have been done for you.</w:t>
      </w:r>
    </w:p>
    <w:tbl>
      <w:tblPr>
        <w:tblStyle w:val="TableGrid"/>
        <w:tblW w:w="0" w:type="auto"/>
        <w:jc w:val="center"/>
        <w:tblLook w:val="04A0" w:firstRow="1" w:lastRow="0" w:firstColumn="1" w:lastColumn="0" w:noHBand="0" w:noVBand="1"/>
        <w:tblDescription w:val="This table shows the subnet, network address, and bits for the last octet.  This table contains blank cells where you can enter your answers regardingthe bits. Type your answers in the cells listed as &quot;blank&quot;."/>
      </w:tblPr>
      <w:tblGrid>
        <w:gridCol w:w="900"/>
        <w:gridCol w:w="1654"/>
        <w:gridCol w:w="874"/>
        <w:gridCol w:w="874"/>
        <w:gridCol w:w="873"/>
        <w:gridCol w:w="873"/>
        <w:gridCol w:w="873"/>
        <w:gridCol w:w="873"/>
        <w:gridCol w:w="873"/>
        <w:gridCol w:w="873"/>
      </w:tblGrid>
      <w:tr w:rsidR="00F81654" w14:paraId="03A70A71" w14:textId="77777777" w:rsidTr="00D774C6">
        <w:trPr>
          <w:tblHeader/>
          <w:jc w:val="center"/>
        </w:trPr>
        <w:tc>
          <w:tcPr>
            <w:tcW w:w="900" w:type="dxa"/>
            <w:shd w:val="clear" w:color="auto" w:fill="DBE5F1" w:themeFill="accent1" w:themeFillTint="33"/>
            <w:vAlign w:val="center"/>
          </w:tcPr>
          <w:p w14:paraId="49893627" w14:textId="77777777" w:rsidR="00F81654" w:rsidRDefault="00F81654" w:rsidP="001652A1">
            <w:pPr>
              <w:pStyle w:val="TableHeading"/>
            </w:pPr>
            <w:r>
              <w:t>Subnet</w:t>
            </w:r>
          </w:p>
        </w:tc>
        <w:tc>
          <w:tcPr>
            <w:tcW w:w="1654" w:type="dxa"/>
            <w:shd w:val="clear" w:color="auto" w:fill="DBE5F1" w:themeFill="accent1" w:themeFillTint="33"/>
            <w:vAlign w:val="center"/>
          </w:tcPr>
          <w:p w14:paraId="2FEF5F38" w14:textId="77777777" w:rsidR="00F81654" w:rsidRDefault="00F81654" w:rsidP="001652A1">
            <w:pPr>
              <w:pStyle w:val="TableHeading"/>
            </w:pPr>
            <w:r>
              <w:t>Network Address</w:t>
            </w:r>
          </w:p>
        </w:tc>
        <w:tc>
          <w:tcPr>
            <w:tcW w:w="874" w:type="dxa"/>
            <w:shd w:val="clear" w:color="auto" w:fill="DBE5F1" w:themeFill="accent1" w:themeFillTint="33"/>
            <w:vAlign w:val="center"/>
          </w:tcPr>
          <w:p w14:paraId="0D24B426" w14:textId="77777777" w:rsidR="00F81654" w:rsidRDefault="00F81654" w:rsidP="001652A1">
            <w:pPr>
              <w:pStyle w:val="TableHeading"/>
            </w:pPr>
            <w:r>
              <w:t>Bit 7</w:t>
            </w:r>
          </w:p>
        </w:tc>
        <w:tc>
          <w:tcPr>
            <w:tcW w:w="874" w:type="dxa"/>
            <w:shd w:val="clear" w:color="auto" w:fill="DBE5F1" w:themeFill="accent1" w:themeFillTint="33"/>
            <w:vAlign w:val="center"/>
          </w:tcPr>
          <w:p w14:paraId="541FD03F" w14:textId="77777777" w:rsidR="00F81654" w:rsidRDefault="00F81654" w:rsidP="001652A1">
            <w:pPr>
              <w:pStyle w:val="TableHeading"/>
            </w:pPr>
            <w:r>
              <w:t>Bit 6</w:t>
            </w:r>
          </w:p>
        </w:tc>
        <w:tc>
          <w:tcPr>
            <w:tcW w:w="873" w:type="dxa"/>
            <w:shd w:val="clear" w:color="auto" w:fill="DBE5F1" w:themeFill="accent1" w:themeFillTint="33"/>
            <w:vAlign w:val="center"/>
          </w:tcPr>
          <w:p w14:paraId="6384F4CD" w14:textId="77777777" w:rsidR="00F81654" w:rsidRDefault="00F81654" w:rsidP="001652A1">
            <w:pPr>
              <w:pStyle w:val="TableHeading"/>
            </w:pPr>
            <w:r>
              <w:t>Bit 5</w:t>
            </w:r>
          </w:p>
        </w:tc>
        <w:tc>
          <w:tcPr>
            <w:tcW w:w="873" w:type="dxa"/>
            <w:shd w:val="clear" w:color="auto" w:fill="DBE5F1" w:themeFill="accent1" w:themeFillTint="33"/>
            <w:vAlign w:val="center"/>
          </w:tcPr>
          <w:p w14:paraId="7EB0363C" w14:textId="77777777" w:rsidR="00F81654" w:rsidRDefault="00F81654" w:rsidP="001652A1">
            <w:pPr>
              <w:pStyle w:val="TableHeading"/>
            </w:pPr>
            <w:r>
              <w:t>Bit 4</w:t>
            </w:r>
          </w:p>
        </w:tc>
        <w:tc>
          <w:tcPr>
            <w:tcW w:w="873" w:type="dxa"/>
            <w:shd w:val="clear" w:color="auto" w:fill="DBE5F1" w:themeFill="accent1" w:themeFillTint="33"/>
            <w:vAlign w:val="center"/>
          </w:tcPr>
          <w:p w14:paraId="491D8CDD" w14:textId="77777777" w:rsidR="00F81654" w:rsidRDefault="00F81654" w:rsidP="001652A1">
            <w:pPr>
              <w:pStyle w:val="TableHeading"/>
            </w:pPr>
            <w:r>
              <w:t>Bit 3</w:t>
            </w:r>
          </w:p>
        </w:tc>
        <w:tc>
          <w:tcPr>
            <w:tcW w:w="873" w:type="dxa"/>
            <w:shd w:val="clear" w:color="auto" w:fill="DBE5F1" w:themeFill="accent1" w:themeFillTint="33"/>
            <w:vAlign w:val="center"/>
          </w:tcPr>
          <w:p w14:paraId="0DB1D7E0" w14:textId="77777777" w:rsidR="00F81654" w:rsidRDefault="00F81654" w:rsidP="001652A1">
            <w:pPr>
              <w:pStyle w:val="TableHeading"/>
            </w:pPr>
            <w:r>
              <w:t>Bit 2</w:t>
            </w:r>
          </w:p>
        </w:tc>
        <w:tc>
          <w:tcPr>
            <w:tcW w:w="873" w:type="dxa"/>
            <w:shd w:val="clear" w:color="auto" w:fill="DBE5F1" w:themeFill="accent1" w:themeFillTint="33"/>
            <w:vAlign w:val="center"/>
          </w:tcPr>
          <w:p w14:paraId="7AB35AD4" w14:textId="77777777" w:rsidR="00F81654" w:rsidRDefault="00F81654" w:rsidP="001652A1">
            <w:pPr>
              <w:pStyle w:val="TableHeading"/>
            </w:pPr>
            <w:r>
              <w:t>Bit 1</w:t>
            </w:r>
          </w:p>
        </w:tc>
        <w:tc>
          <w:tcPr>
            <w:tcW w:w="873" w:type="dxa"/>
            <w:shd w:val="clear" w:color="auto" w:fill="DBE5F1" w:themeFill="accent1" w:themeFillTint="33"/>
            <w:vAlign w:val="center"/>
          </w:tcPr>
          <w:p w14:paraId="4DB06888" w14:textId="77777777" w:rsidR="00F81654" w:rsidRDefault="00F81654" w:rsidP="001652A1">
            <w:pPr>
              <w:pStyle w:val="TableHeading"/>
            </w:pPr>
            <w:r>
              <w:t>Bit 0</w:t>
            </w:r>
          </w:p>
        </w:tc>
      </w:tr>
      <w:tr w:rsidR="00F81654" w14:paraId="4471D634" w14:textId="77777777" w:rsidTr="00D774C6">
        <w:trPr>
          <w:jc w:val="center"/>
        </w:trPr>
        <w:tc>
          <w:tcPr>
            <w:tcW w:w="900" w:type="dxa"/>
          </w:tcPr>
          <w:p w14:paraId="3A484D25" w14:textId="77777777" w:rsidR="00F81654" w:rsidRDefault="00F81654" w:rsidP="001652A1">
            <w:pPr>
              <w:pStyle w:val="TableText"/>
              <w:jc w:val="center"/>
            </w:pPr>
            <w:r>
              <w:t>0</w:t>
            </w:r>
          </w:p>
        </w:tc>
        <w:tc>
          <w:tcPr>
            <w:tcW w:w="1654" w:type="dxa"/>
          </w:tcPr>
          <w:p w14:paraId="02C451D9" w14:textId="77777777" w:rsidR="00F81654" w:rsidRDefault="00F81654" w:rsidP="001652A1">
            <w:pPr>
              <w:pStyle w:val="TableText"/>
            </w:pPr>
            <w:r>
              <w:t>192.168.100.</w:t>
            </w:r>
          </w:p>
        </w:tc>
        <w:tc>
          <w:tcPr>
            <w:tcW w:w="874" w:type="dxa"/>
          </w:tcPr>
          <w:p w14:paraId="4084974C" w14:textId="77777777" w:rsidR="00F81654" w:rsidRDefault="00F81654" w:rsidP="001652A1">
            <w:pPr>
              <w:pStyle w:val="TableText"/>
              <w:jc w:val="center"/>
            </w:pPr>
            <w:r>
              <w:t>0</w:t>
            </w:r>
          </w:p>
        </w:tc>
        <w:tc>
          <w:tcPr>
            <w:tcW w:w="874" w:type="dxa"/>
          </w:tcPr>
          <w:p w14:paraId="39AD118F" w14:textId="77777777" w:rsidR="00F81654" w:rsidRDefault="00F81654" w:rsidP="001652A1">
            <w:pPr>
              <w:pStyle w:val="TableText"/>
              <w:jc w:val="center"/>
            </w:pPr>
            <w:r>
              <w:t>0</w:t>
            </w:r>
          </w:p>
        </w:tc>
        <w:tc>
          <w:tcPr>
            <w:tcW w:w="873" w:type="dxa"/>
          </w:tcPr>
          <w:p w14:paraId="3F87685A" w14:textId="77777777" w:rsidR="00F81654" w:rsidRDefault="00F81654" w:rsidP="001652A1">
            <w:pPr>
              <w:pStyle w:val="TableText"/>
              <w:jc w:val="center"/>
            </w:pPr>
            <w:r>
              <w:t>0</w:t>
            </w:r>
          </w:p>
        </w:tc>
        <w:tc>
          <w:tcPr>
            <w:tcW w:w="873" w:type="dxa"/>
          </w:tcPr>
          <w:p w14:paraId="48BB1086" w14:textId="77777777" w:rsidR="00F81654" w:rsidRDefault="00F81654" w:rsidP="001652A1">
            <w:pPr>
              <w:pStyle w:val="TableText"/>
              <w:jc w:val="center"/>
            </w:pPr>
            <w:r>
              <w:t>0</w:t>
            </w:r>
          </w:p>
        </w:tc>
        <w:tc>
          <w:tcPr>
            <w:tcW w:w="873" w:type="dxa"/>
          </w:tcPr>
          <w:p w14:paraId="4B75B7A0" w14:textId="77777777" w:rsidR="00F81654" w:rsidRDefault="00F81654" w:rsidP="001652A1">
            <w:pPr>
              <w:pStyle w:val="TableText"/>
              <w:jc w:val="center"/>
            </w:pPr>
            <w:r>
              <w:t>0</w:t>
            </w:r>
          </w:p>
        </w:tc>
        <w:tc>
          <w:tcPr>
            <w:tcW w:w="873" w:type="dxa"/>
          </w:tcPr>
          <w:p w14:paraId="7E1251E2" w14:textId="77777777" w:rsidR="00F81654" w:rsidRDefault="00F81654" w:rsidP="001652A1">
            <w:pPr>
              <w:pStyle w:val="TableText"/>
              <w:jc w:val="center"/>
            </w:pPr>
            <w:r>
              <w:t>0</w:t>
            </w:r>
          </w:p>
        </w:tc>
        <w:tc>
          <w:tcPr>
            <w:tcW w:w="873" w:type="dxa"/>
          </w:tcPr>
          <w:p w14:paraId="1FDC465C" w14:textId="77777777" w:rsidR="00F81654" w:rsidRDefault="00F81654" w:rsidP="001652A1">
            <w:pPr>
              <w:pStyle w:val="TableText"/>
              <w:jc w:val="center"/>
            </w:pPr>
            <w:r>
              <w:t>0</w:t>
            </w:r>
          </w:p>
        </w:tc>
        <w:tc>
          <w:tcPr>
            <w:tcW w:w="873" w:type="dxa"/>
          </w:tcPr>
          <w:p w14:paraId="6084099E" w14:textId="77777777" w:rsidR="00F81654" w:rsidRDefault="00F81654" w:rsidP="001652A1">
            <w:pPr>
              <w:pStyle w:val="TableText"/>
              <w:jc w:val="center"/>
            </w:pPr>
            <w:r>
              <w:t>0</w:t>
            </w:r>
          </w:p>
        </w:tc>
      </w:tr>
      <w:tr w:rsidR="00F81654" w14:paraId="0EFCFB72" w14:textId="77777777" w:rsidTr="00D774C6">
        <w:trPr>
          <w:jc w:val="center"/>
        </w:trPr>
        <w:tc>
          <w:tcPr>
            <w:tcW w:w="900" w:type="dxa"/>
          </w:tcPr>
          <w:p w14:paraId="5E3360A1" w14:textId="77777777" w:rsidR="00F81654" w:rsidRDefault="00F81654" w:rsidP="001652A1">
            <w:pPr>
              <w:pStyle w:val="TableText"/>
              <w:jc w:val="center"/>
            </w:pPr>
            <w:r>
              <w:t>1</w:t>
            </w:r>
          </w:p>
        </w:tc>
        <w:tc>
          <w:tcPr>
            <w:tcW w:w="1654" w:type="dxa"/>
          </w:tcPr>
          <w:p w14:paraId="740EF539" w14:textId="77777777" w:rsidR="00F81654" w:rsidRDefault="00F81654" w:rsidP="001652A1">
            <w:pPr>
              <w:pStyle w:val="TableText"/>
            </w:pPr>
            <w:r>
              <w:t>192.168.100.</w:t>
            </w:r>
          </w:p>
        </w:tc>
        <w:tc>
          <w:tcPr>
            <w:tcW w:w="874" w:type="dxa"/>
          </w:tcPr>
          <w:p w14:paraId="7CE28BC2" w14:textId="77777777" w:rsidR="00F81654" w:rsidRDefault="00F81654" w:rsidP="001652A1">
            <w:pPr>
              <w:pStyle w:val="TableText"/>
              <w:jc w:val="center"/>
            </w:pPr>
            <w:r>
              <w:t>0</w:t>
            </w:r>
          </w:p>
        </w:tc>
        <w:tc>
          <w:tcPr>
            <w:tcW w:w="874" w:type="dxa"/>
          </w:tcPr>
          <w:p w14:paraId="1A187BA7" w14:textId="77777777" w:rsidR="00F81654" w:rsidRDefault="00F81654" w:rsidP="001652A1">
            <w:pPr>
              <w:pStyle w:val="TableText"/>
              <w:jc w:val="center"/>
            </w:pPr>
            <w:r>
              <w:t>0</w:t>
            </w:r>
          </w:p>
        </w:tc>
        <w:tc>
          <w:tcPr>
            <w:tcW w:w="873" w:type="dxa"/>
          </w:tcPr>
          <w:p w14:paraId="384C77FB" w14:textId="77777777" w:rsidR="00F81654" w:rsidRDefault="00F81654" w:rsidP="001652A1">
            <w:pPr>
              <w:pStyle w:val="TableText"/>
              <w:jc w:val="center"/>
            </w:pPr>
            <w:r>
              <w:t>1</w:t>
            </w:r>
          </w:p>
        </w:tc>
        <w:tc>
          <w:tcPr>
            <w:tcW w:w="873" w:type="dxa"/>
          </w:tcPr>
          <w:p w14:paraId="68A3A881" w14:textId="77777777" w:rsidR="00F81654" w:rsidRDefault="00F81654" w:rsidP="001652A1">
            <w:pPr>
              <w:pStyle w:val="TableText"/>
              <w:jc w:val="center"/>
            </w:pPr>
            <w:r>
              <w:t>0</w:t>
            </w:r>
          </w:p>
        </w:tc>
        <w:tc>
          <w:tcPr>
            <w:tcW w:w="873" w:type="dxa"/>
          </w:tcPr>
          <w:p w14:paraId="69845246" w14:textId="77777777" w:rsidR="00F81654" w:rsidRDefault="00F81654" w:rsidP="001652A1">
            <w:pPr>
              <w:pStyle w:val="TableText"/>
              <w:jc w:val="center"/>
            </w:pPr>
            <w:r>
              <w:t>0</w:t>
            </w:r>
          </w:p>
        </w:tc>
        <w:tc>
          <w:tcPr>
            <w:tcW w:w="873" w:type="dxa"/>
          </w:tcPr>
          <w:p w14:paraId="14553979" w14:textId="77777777" w:rsidR="00F81654" w:rsidRDefault="00F81654" w:rsidP="001652A1">
            <w:pPr>
              <w:pStyle w:val="TableText"/>
              <w:jc w:val="center"/>
            </w:pPr>
            <w:r>
              <w:t>0</w:t>
            </w:r>
          </w:p>
        </w:tc>
        <w:tc>
          <w:tcPr>
            <w:tcW w:w="873" w:type="dxa"/>
          </w:tcPr>
          <w:p w14:paraId="248A9BF8" w14:textId="77777777" w:rsidR="00F81654" w:rsidRDefault="00F81654" w:rsidP="001652A1">
            <w:pPr>
              <w:pStyle w:val="TableText"/>
              <w:jc w:val="center"/>
            </w:pPr>
            <w:r>
              <w:t>0</w:t>
            </w:r>
          </w:p>
        </w:tc>
        <w:tc>
          <w:tcPr>
            <w:tcW w:w="873" w:type="dxa"/>
          </w:tcPr>
          <w:p w14:paraId="748E37BB" w14:textId="77777777" w:rsidR="00F81654" w:rsidRDefault="00F81654" w:rsidP="001652A1">
            <w:pPr>
              <w:pStyle w:val="TableText"/>
              <w:jc w:val="center"/>
            </w:pPr>
            <w:r>
              <w:t>0</w:t>
            </w:r>
          </w:p>
        </w:tc>
      </w:tr>
      <w:tr w:rsidR="00D774C6" w14:paraId="761DEB81" w14:textId="77777777" w:rsidTr="00D774C6">
        <w:trPr>
          <w:jc w:val="center"/>
        </w:trPr>
        <w:tc>
          <w:tcPr>
            <w:tcW w:w="900" w:type="dxa"/>
          </w:tcPr>
          <w:p w14:paraId="1A46F74B" w14:textId="77777777" w:rsidR="00D774C6" w:rsidRDefault="00D774C6" w:rsidP="00D774C6">
            <w:pPr>
              <w:pStyle w:val="TableText"/>
              <w:jc w:val="center"/>
            </w:pPr>
            <w:r>
              <w:t>2</w:t>
            </w:r>
          </w:p>
        </w:tc>
        <w:tc>
          <w:tcPr>
            <w:tcW w:w="1654" w:type="dxa"/>
          </w:tcPr>
          <w:p w14:paraId="2F89B889" w14:textId="77777777" w:rsidR="00D774C6" w:rsidRDefault="00D774C6" w:rsidP="00D774C6">
            <w:pPr>
              <w:pStyle w:val="TableText"/>
            </w:pPr>
            <w:r>
              <w:t>192.168.100.</w:t>
            </w:r>
          </w:p>
        </w:tc>
        <w:tc>
          <w:tcPr>
            <w:tcW w:w="874" w:type="dxa"/>
            <w:vAlign w:val="bottom"/>
          </w:tcPr>
          <w:p w14:paraId="517933C3" w14:textId="06DCE28A" w:rsidR="00D774C6" w:rsidRPr="00D774C6" w:rsidRDefault="00D774C6" w:rsidP="00D774C6">
            <w:pPr>
              <w:pStyle w:val="ConfigWindow"/>
            </w:pPr>
            <w:r>
              <w:t>Blank</w:t>
            </w:r>
          </w:p>
        </w:tc>
        <w:tc>
          <w:tcPr>
            <w:tcW w:w="874" w:type="dxa"/>
            <w:vAlign w:val="bottom"/>
          </w:tcPr>
          <w:p w14:paraId="31C3B16F" w14:textId="62EB710B" w:rsidR="00D774C6" w:rsidRPr="00D774C6" w:rsidRDefault="00D774C6" w:rsidP="00D774C6">
            <w:pPr>
              <w:pStyle w:val="ConfigWindow"/>
            </w:pPr>
            <w:r>
              <w:t>Blank</w:t>
            </w:r>
          </w:p>
        </w:tc>
        <w:tc>
          <w:tcPr>
            <w:tcW w:w="873" w:type="dxa"/>
            <w:vAlign w:val="bottom"/>
          </w:tcPr>
          <w:p w14:paraId="3B7AB0E3" w14:textId="7D5C9393" w:rsidR="00D774C6" w:rsidRPr="00D774C6" w:rsidRDefault="00D774C6" w:rsidP="00D774C6">
            <w:pPr>
              <w:pStyle w:val="ConfigWindow"/>
            </w:pPr>
            <w:r>
              <w:t>Blank</w:t>
            </w:r>
          </w:p>
        </w:tc>
        <w:tc>
          <w:tcPr>
            <w:tcW w:w="873" w:type="dxa"/>
            <w:vAlign w:val="bottom"/>
          </w:tcPr>
          <w:p w14:paraId="6CE0CBD4" w14:textId="66DF04B3" w:rsidR="00D774C6" w:rsidRPr="00D774C6" w:rsidRDefault="00D774C6" w:rsidP="00D774C6">
            <w:pPr>
              <w:pStyle w:val="ConfigWindow"/>
            </w:pPr>
            <w:r>
              <w:t>blank</w:t>
            </w:r>
          </w:p>
        </w:tc>
        <w:tc>
          <w:tcPr>
            <w:tcW w:w="873" w:type="dxa"/>
            <w:vAlign w:val="bottom"/>
          </w:tcPr>
          <w:p w14:paraId="06F87C48" w14:textId="1036A64D" w:rsidR="00D774C6" w:rsidRPr="00D774C6" w:rsidRDefault="00D774C6" w:rsidP="00D774C6">
            <w:pPr>
              <w:pStyle w:val="ConfigWindow"/>
            </w:pPr>
            <w:r>
              <w:t>Blank</w:t>
            </w:r>
          </w:p>
        </w:tc>
        <w:tc>
          <w:tcPr>
            <w:tcW w:w="873" w:type="dxa"/>
            <w:vAlign w:val="bottom"/>
          </w:tcPr>
          <w:p w14:paraId="05C477CE" w14:textId="1B96A081" w:rsidR="00D774C6" w:rsidRPr="00D774C6" w:rsidRDefault="00D774C6" w:rsidP="00D774C6">
            <w:pPr>
              <w:pStyle w:val="ConfigWindow"/>
            </w:pPr>
            <w:r>
              <w:t>Blank</w:t>
            </w:r>
          </w:p>
        </w:tc>
        <w:tc>
          <w:tcPr>
            <w:tcW w:w="873" w:type="dxa"/>
            <w:vAlign w:val="bottom"/>
          </w:tcPr>
          <w:p w14:paraId="5D34BC4D" w14:textId="7C98481B" w:rsidR="00D774C6" w:rsidRPr="00D774C6" w:rsidRDefault="00D774C6" w:rsidP="00D774C6">
            <w:pPr>
              <w:pStyle w:val="ConfigWindow"/>
            </w:pPr>
            <w:r>
              <w:t>Blank</w:t>
            </w:r>
          </w:p>
        </w:tc>
        <w:tc>
          <w:tcPr>
            <w:tcW w:w="873" w:type="dxa"/>
            <w:vAlign w:val="bottom"/>
          </w:tcPr>
          <w:p w14:paraId="4B28C517" w14:textId="79132C71" w:rsidR="00D774C6" w:rsidRPr="00D774C6" w:rsidRDefault="00D774C6" w:rsidP="00D774C6">
            <w:pPr>
              <w:pStyle w:val="ConfigWindow"/>
            </w:pPr>
            <w:r>
              <w:t>blank</w:t>
            </w:r>
          </w:p>
        </w:tc>
      </w:tr>
      <w:tr w:rsidR="00D774C6" w14:paraId="29AF7F73" w14:textId="77777777" w:rsidTr="00D774C6">
        <w:trPr>
          <w:jc w:val="center"/>
        </w:trPr>
        <w:tc>
          <w:tcPr>
            <w:tcW w:w="900" w:type="dxa"/>
          </w:tcPr>
          <w:p w14:paraId="74E0A022" w14:textId="77777777" w:rsidR="00D774C6" w:rsidRDefault="00D774C6" w:rsidP="00D774C6">
            <w:pPr>
              <w:pStyle w:val="TableText"/>
              <w:jc w:val="center"/>
            </w:pPr>
            <w:r>
              <w:t>3</w:t>
            </w:r>
          </w:p>
        </w:tc>
        <w:tc>
          <w:tcPr>
            <w:tcW w:w="1654" w:type="dxa"/>
          </w:tcPr>
          <w:p w14:paraId="686C2452" w14:textId="77777777" w:rsidR="00D774C6" w:rsidRDefault="00D774C6" w:rsidP="00D774C6">
            <w:pPr>
              <w:pStyle w:val="TableText"/>
            </w:pPr>
            <w:r>
              <w:t>192.168.100.</w:t>
            </w:r>
          </w:p>
        </w:tc>
        <w:tc>
          <w:tcPr>
            <w:tcW w:w="874" w:type="dxa"/>
            <w:vAlign w:val="bottom"/>
          </w:tcPr>
          <w:p w14:paraId="17BA5441" w14:textId="19DE32F0" w:rsidR="00D774C6" w:rsidRPr="00D774C6" w:rsidRDefault="00D774C6" w:rsidP="00D774C6">
            <w:pPr>
              <w:pStyle w:val="ConfigWindow"/>
            </w:pPr>
            <w:r>
              <w:t>Blank</w:t>
            </w:r>
          </w:p>
        </w:tc>
        <w:tc>
          <w:tcPr>
            <w:tcW w:w="874" w:type="dxa"/>
            <w:vAlign w:val="bottom"/>
          </w:tcPr>
          <w:p w14:paraId="623EFBC2" w14:textId="7C54D436" w:rsidR="00D774C6" w:rsidRPr="00D774C6" w:rsidRDefault="00D774C6" w:rsidP="00D774C6">
            <w:pPr>
              <w:pStyle w:val="ConfigWindow"/>
            </w:pPr>
            <w:r>
              <w:t>Blank</w:t>
            </w:r>
          </w:p>
        </w:tc>
        <w:tc>
          <w:tcPr>
            <w:tcW w:w="873" w:type="dxa"/>
            <w:vAlign w:val="bottom"/>
          </w:tcPr>
          <w:p w14:paraId="254D1985" w14:textId="5D5E1034" w:rsidR="00D774C6" w:rsidRPr="00D774C6" w:rsidRDefault="00D774C6" w:rsidP="00D774C6">
            <w:pPr>
              <w:pStyle w:val="ConfigWindow"/>
            </w:pPr>
            <w:r>
              <w:t>Blank</w:t>
            </w:r>
          </w:p>
        </w:tc>
        <w:tc>
          <w:tcPr>
            <w:tcW w:w="873" w:type="dxa"/>
            <w:vAlign w:val="bottom"/>
          </w:tcPr>
          <w:p w14:paraId="19D8C734" w14:textId="7CA08D01" w:rsidR="00D774C6" w:rsidRPr="00D774C6" w:rsidRDefault="00D774C6" w:rsidP="00D774C6">
            <w:pPr>
              <w:pStyle w:val="ConfigWindow"/>
            </w:pPr>
            <w:r>
              <w:t>blank</w:t>
            </w:r>
          </w:p>
        </w:tc>
        <w:tc>
          <w:tcPr>
            <w:tcW w:w="873" w:type="dxa"/>
            <w:vAlign w:val="bottom"/>
          </w:tcPr>
          <w:p w14:paraId="2C5EDF19" w14:textId="2FFEBBA8" w:rsidR="00D774C6" w:rsidRPr="00D774C6" w:rsidRDefault="00D774C6" w:rsidP="00D774C6">
            <w:pPr>
              <w:pStyle w:val="ConfigWindow"/>
            </w:pPr>
            <w:r>
              <w:t>Blank</w:t>
            </w:r>
          </w:p>
        </w:tc>
        <w:tc>
          <w:tcPr>
            <w:tcW w:w="873" w:type="dxa"/>
            <w:vAlign w:val="bottom"/>
          </w:tcPr>
          <w:p w14:paraId="4EA18751" w14:textId="5A71EF80" w:rsidR="00D774C6" w:rsidRPr="00D774C6" w:rsidRDefault="00D774C6" w:rsidP="00D774C6">
            <w:pPr>
              <w:pStyle w:val="ConfigWindow"/>
            </w:pPr>
            <w:r>
              <w:t>Blank</w:t>
            </w:r>
          </w:p>
        </w:tc>
        <w:tc>
          <w:tcPr>
            <w:tcW w:w="873" w:type="dxa"/>
            <w:vAlign w:val="bottom"/>
          </w:tcPr>
          <w:p w14:paraId="25D101F9" w14:textId="5FFDE8AD" w:rsidR="00D774C6" w:rsidRPr="00D774C6" w:rsidRDefault="00D774C6" w:rsidP="00D774C6">
            <w:pPr>
              <w:pStyle w:val="ConfigWindow"/>
            </w:pPr>
            <w:r>
              <w:t>Blank</w:t>
            </w:r>
          </w:p>
        </w:tc>
        <w:tc>
          <w:tcPr>
            <w:tcW w:w="873" w:type="dxa"/>
            <w:vAlign w:val="bottom"/>
          </w:tcPr>
          <w:p w14:paraId="5E45753D" w14:textId="2AD41342" w:rsidR="00D774C6" w:rsidRPr="00D774C6" w:rsidRDefault="00D774C6" w:rsidP="00D774C6">
            <w:pPr>
              <w:pStyle w:val="ConfigWindow"/>
            </w:pPr>
            <w:r>
              <w:t>blank</w:t>
            </w:r>
          </w:p>
        </w:tc>
      </w:tr>
      <w:tr w:rsidR="00D774C6" w14:paraId="78482C60" w14:textId="77777777" w:rsidTr="00D774C6">
        <w:trPr>
          <w:jc w:val="center"/>
        </w:trPr>
        <w:tc>
          <w:tcPr>
            <w:tcW w:w="900" w:type="dxa"/>
          </w:tcPr>
          <w:p w14:paraId="4CB933E5" w14:textId="77777777" w:rsidR="00D774C6" w:rsidRDefault="00D774C6" w:rsidP="00D774C6">
            <w:pPr>
              <w:pStyle w:val="TableText"/>
              <w:jc w:val="center"/>
            </w:pPr>
            <w:r>
              <w:t>4</w:t>
            </w:r>
          </w:p>
        </w:tc>
        <w:tc>
          <w:tcPr>
            <w:tcW w:w="1654" w:type="dxa"/>
          </w:tcPr>
          <w:p w14:paraId="7808BF37" w14:textId="77777777" w:rsidR="00D774C6" w:rsidRDefault="00D774C6" w:rsidP="00D774C6">
            <w:pPr>
              <w:pStyle w:val="TableText"/>
            </w:pPr>
            <w:r>
              <w:t>192.168.100.</w:t>
            </w:r>
          </w:p>
        </w:tc>
        <w:tc>
          <w:tcPr>
            <w:tcW w:w="874" w:type="dxa"/>
            <w:vAlign w:val="bottom"/>
          </w:tcPr>
          <w:p w14:paraId="029C97D2" w14:textId="0DC667F6" w:rsidR="00D774C6" w:rsidRPr="00D774C6" w:rsidRDefault="00D774C6" w:rsidP="00D774C6">
            <w:pPr>
              <w:pStyle w:val="ConfigWindow"/>
            </w:pPr>
            <w:r>
              <w:t>Blank</w:t>
            </w:r>
          </w:p>
        </w:tc>
        <w:tc>
          <w:tcPr>
            <w:tcW w:w="874" w:type="dxa"/>
            <w:vAlign w:val="bottom"/>
          </w:tcPr>
          <w:p w14:paraId="4C790A10" w14:textId="0F8F1313" w:rsidR="00D774C6" w:rsidRPr="00D774C6" w:rsidRDefault="00D774C6" w:rsidP="00D774C6">
            <w:pPr>
              <w:pStyle w:val="ConfigWindow"/>
            </w:pPr>
            <w:r>
              <w:t>Blank</w:t>
            </w:r>
          </w:p>
        </w:tc>
        <w:tc>
          <w:tcPr>
            <w:tcW w:w="873" w:type="dxa"/>
            <w:vAlign w:val="bottom"/>
          </w:tcPr>
          <w:p w14:paraId="5A83D930" w14:textId="7EDB770C" w:rsidR="00D774C6" w:rsidRPr="00D774C6" w:rsidRDefault="00D774C6" w:rsidP="00D774C6">
            <w:pPr>
              <w:pStyle w:val="ConfigWindow"/>
            </w:pPr>
            <w:r>
              <w:t>Blank</w:t>
            </w:r>
          </w:p>
        </w:tc>
        <w:tc>
          <w:tcPr>
            <w:tcW w:w="873" w:type="dxa"/>
            <w:vAlign w:val="bottom"/>
          </w:tcPr>
          <w:p w14:paraId="0F2FDAF6" w14:textId="4472FB93" w:rsidR="00D774C6" w:rsidRPr="00D774C6" w:rsidRDefault="00D774C6" w:rsidP="00D774C6">
            <w:pPr>
              <w:pStyle w:val="ConfigWindow"/>
            </w:pPr>
            <w:r>
              <w:t>blank</w:t>
            </w:r>
          </w:p>
        </w:tc>
        <w:tc>
          <w:tcPr>
            <w:tcW w:w="873" w:type="dxa"/>
            <w:vAlign w:val="bottom"/>
          </w:tcPr>
          <w:p w14:paraId="39EFBEA6" w14:textId="2A74BF3D" w:rsidR="00D774C6" w:rsidRPr="00D774C6" w:rsidRDefault="00D774C6" w:rsidP="00D774C6">
            <w:pPr>
              <w:pStyle w:val="ConfigWindow"/>
            </w:pPr>
            <w:r>
              <w:t>Blank</w:t>
            </w:r>
          </w:p>
        </w:tc>
        <w:tc>
          <w:tcPr>
            <w:tcW w:w="873" w:type="dxa"/>
            <w:vAlign w:val="bottom"/>
          </w:tcPr>
          <w:p w14:paraId="3D71B162" w14:textId="5BD940DB" w:rsidR="00D774C6" w:rsidRPr="00D774C6" w:rsidRDefault="00D774C6" w:rsidP="00D774C6">
            <w:pPr>
              <w:pStyle w:val="ConfigWindow"/>
            </w:pPr>
            <w:r>
              <w:t>Blank</w:t>
            </w:r>
          </w:p>
        </w:tc>
        <w:tc>
          <w:tcPr>
            <w:tcW w:w="873" w:type="dxa"/>
            <w:vAlign w:val="bottom"/>
          </w:tcPr>
          <w:p w14:paraId="4DAED697" w14:textId="3899E627" w:rsidR="00D774C6" w:rsidRPr="00D774C6" w:rsidRDefault="00D774C6" w:rsidP="00D774C6">
            <w:pPr>
              <w:pStyle w:val="ConfigWindow"/>
            </w:pPr>
            <w:r>
              <w:t>Blank</w:t>
            </w:r>
          </w:p>
        </w:tc>
        <w:tc>
          <w:tcPr>
            <w:tcW w:w="873" w:type="dxa"/>
            <w:vAlign w:val="bottom"/>
          </w:tcPr>
          <w:p w14:paraId="476B3E77" w14:textId="031F42C9" w:rsidR="00D774C6" w:rsidRPr="00D774C6" w:rsidRDefault="00D774C6" w:rsidP="00D774C6">
            <w:pPr>
              <w:pStyle w:val="ConfigWindow"/>
            </w:pPr>
            <w:r>
              <w:t>blank</w:t>
            </w:r>
          </w:p>
        </w:tc>
      </w:tr>
    </w:tbl>
    <w:p w14:paraId="03DB5437" w14:textId="77777777" w:rsidR="00F81654" w:rsidRDefault="00F81654" w:rsidP="00F81654">
      <w:pPr>
        <w:pStyle w:val="SubStepAlpha"/>
      </w:pPr>
      <w:r>
        <w:t>Calculate the binary and decimal value of the new subnet mask.</w:t>
      </w:r>
    </w:p>
    <w:tbl>
      <w:tblPr>
        <w:tblStyle w:val="TableGrid"/>
        <w:tblW w:w="9466" w:type="dxa"/>
        <w:jc w:val="center"/>
        <w:tblLook w:val="04A0" w:firstRow="1" w:lastRow="0" w:firstColumn="1" w:lastColumn="0" w:noHBand="0" w:noVBand="1"/>
        <w:tblDescription w:val="This table shows the binary and decimal values of the new subnet mask.   This table contains blank cells where you can enter your answers for the last octet. Type your answers in the cells listed as &quot;blank&quot;."/>
      </w:tblPr>
      <w:tblGrid>
        <w:gridCol w:w="1144"/>
        <w:gridCol w:w="1193"/>
        <w:gridCol w:w="1106"/>
        <w:gridCol w:w="882"/>
        <w:gridCol w:w="766"/>
        <w:gridCol w:w="766"/>
        <w:gridCol w:w="741"/>
        <w:gridCol w:w="717"/>
        <w:gridCol w:w="717"/>
        <w:gridCol w:w="717"/>
        <w:gridCol w:w="717"/>
      </w:tblGrid>
      <w:tr w:rsidR="001823B0" w14:paraId="33C04FF3" w14:textId="77777777" w:rsidTr="00D774C6">
        <w:trPr>
          <w:tblHeader/>
          <w:jc w:val="center"/>
        </w:trPr>
        <w:tc>
          <w:tcPr>
            <w:tcW w:w="1145" w:type="dxa"/>
            <w:shd w:val="clear" w:color="auto" w:fill="DBE5F1" w:themeFill="accent1" w:themeFillTint="33"/>
          </w:tcPr>
          <w:p w14:paraId="78EF409D" w14:textId="77777777" w:rsidR="001823B0" w:rsidRDefault="001823B0" w:rsidP="001652A1">
            <w:pPr>
              <w:pStyle w:val="TableHeading"/>
            </w:pPr>
            <w:r>
              <w:t>First Octet</w:t>
            </w:r>
          </w:p>
        </w:tc>
        <w:tc>
          <w:tcPr>
            <w:tcW w:w="1193" w:type="dxa"/>
            <w:shd w:val="clear" w:color="auto" w:fill="DBE5F1" w:themeFill="accent1" w:themeFillTint="33"/>
          </w:tcPr>
          <w:p w14:paraId="0D8EB482" w14:textId="77777777" w:rsidR="001823B0" w:rsidRDefault="001823B0" w:rsidP="001652A1">
            <w:pPr>
              <w:pStyle w:val="TableHeading"/>
            </w:pPr>
            <w:r>
              <w:t>Second Octet</w:t>
            </w:r>
          </w:p>
        </w:tc>
        <w:tc>
          <w:tcPr>
            <w:tcW w:w="1105" w:type="dxa"/>
            <w:shd w:val="clear" w:color="auto" w:fill="DBE5F1" w:themeFill="accent1" w:themeFillTint="33"/>
          </w:tcPr>
          <w:p w14:paraId="36AFA13D" w14:textId="77777777" w:rsidR="001823B0" w:rsidRDefault="001823B0" w:rsidP="001652A1">
            <w:pPr>
              <w:pStyle w:val="TableHeading"/>
            </w:pPr>
            <w:r>
              <w:t>Third Octet</w:t>
            </w:r>
          </w:p>
        </w:tc>
        <w:tc>
          <w:tcPr>
            <w:tcW w:w="882" w:type="dxa"/>
            <w:shd w:val="clear" w:color="auto" w:fill="DBE5F1" w:themeFill="accent1" w:themeFillTint="33"/>
          </w:tcPr>
          <w:p w14:paraId="0AC97BFA" w14:textId="77777777" w:rsidR="001823B0" w:rsidRDefault="001823B0" w:rsidP="001652A1">
            <w:pPr>
              <w:pStyle w:val="TableHeading"/>
            </w:pPr>
            <w:r>
              <w:t>Mask Bit 7</w:t>
            </w:r>
          </w:p>
        </w:tc>
        <w:tc>
          <w:tcPr>
            <w:tcW w:w="766" w:type="dxa"/>
            <w:shd w:val="clear" w:color="auto" w:fill="DBE5F1" w:themeFill="accent1" w:themeFillTint="33"/>
          </w:tcPr>
          <w:p w14:paraId="6EA5DEFD" w14:textId="2047F1C7" w:rsidR="001823B0" w:rsidRDefault="001823B0" w:rsidP="001652A1">
            <w:pPr>
              <w:pStyle w:val="TableHeading"/>
            </w:pPr>
            <w:r>
              <w:t>Mask Bit 6</w:t>
            </w:r>
          </w:p>
        </w:tc>
        <w:tc>
          <w:tcPr>
            <w:tcW w:w="766" w:type="dxa"/>
            <w:shd w:val="clear" w:color="auto" w:fill="DBE5F1" w:themeFill="accent1" w:themeFillTint="33"/>
          </w:tcPr>
          <w:p w14:paraId="6C688073" w14:textId="77777777" w:rsidR="001823B0" w:rsidRDefault="001823B0" w:rsidP="001652A1">
            <w:pPr>
              <w:pStyle w:val="TableHeading"/>
            </w:pPr>
            <w:r>
              <w:t>Mask Bit 5</w:t>
            </w:r>
          </w:p>
        </w:tc>
        <w:tc>
          <w:tcPr>
            <w:tcW w:w="741" w:type="dxa"/>
            <w:shd w:val="clear" w:color="auto" w:fill="DBE5F1" w:themeFill="accent1" w:themeFillTint="33"/>
          </w:tcPr>
          <w:p w14:paraId="0014B564" w14:textId="77777777" w:rsidR="001823B0" w:rsidRDefault="001823B0" w:rsidP="001652A1">
            <w:pPr>
              <w:pStyle w:val="TableHeading"/>
            </w:pPr>
            <w:r>
              <w:t>Mask Bit 4</w:t>
            </w:r>
          </w:p>
        </w:tc>
        <w:tc>
          <w:tcPr>
            <w:tcW w:w="717" w:type="dxa"/>
            <w:shd w:val="clear" w:color="auto" w:fill="DBE5F1" w:themeFill="accent1" w:themeFillTint="33"/>
          </w:tcPr>
          <w:p w14:paraId="357F6950" w14:textId="77777777" w:rsidR="001823B0" w:rsidRDefault="001823B0" w:rsidP="001652A1">
            <w:pPr>
              <w:pStyle w:val="TableHeading"/>
            </w:pPr>
            <w:r>
              <w:t>Mask Bit 3</w:t>
            </w:r>
          </w:p>
        </w:tc>
        <w:tc>
          <w:tcPr>
            <w:tcW w:w="717" w:type="dxa"/>
            <w:shd w:val="clear" w:color="auto" w:fill="DBE5F1" w:themeFill="accent1" w:themeFillTint="33"/>
          </w:tcPr>
          <w:p w14:paraId="73F7ED70" w14:textId="77777777" w:rsidR="001823B0" w:rsidRDefault="001823B0" w:rsidP="001652A1">
            <w:pPr>
              <w:pStyle w:val="TableHeading"/>
            </w:pPr>
            <w:r>
              <w:t>Mask Bit 2</w:t>
            </w:r>
          </w:p>
        </w:tc>
        <w:tc>
          <w:tcPr>
            <w:tcW w:w="717" w:type="dxa"/>
            <w:shd w:val="clear" w:color="auto" w:fill="DBE5F1" w:themeFill="accent1" w:themeFillTint="33"/>
          </w:tcPr>
          <w:p w14:paraId="095CE531" w14:textId="77777777" w:rsidR="001823B0" w:rsidRDefault="001823B0" w:rsidP="001652A1">
            <w:pPr>
              <w:pStyle w:val="TableHeading"/>
            </w:pPr>
            <w:r>
              <w:t>Mask Bit 1</w:t>
            </w:r>
          </w:p>
        </w:tc>
        <w:tc>
          <w:tcPr>
            <w:tcW w:w="717" w:type="dxa"/>
            <w:shd w:val="clear" w:color="auto" w:fill="DBE5F1" w:themeFill="accent1" w:themeFillTint="33"/>
          </w:tcPr>
          <w:p w14:paraId="4BD133E2" w14:textId="77777777" w:rsidR="001823B0" w:rsidRDefault="001823B0" w:rsidP="001652A1">
            <w:pPr>
              <w:pStyle w:val="TableHeading"/>
            </w:pPr>
            <w:r>
              <w:t>Mask Bit 0</w:t>
            </w:r>
          </w:p>
        </w:tc>
      </w:tr>
      <w:tr w:rsidR="00D774C6" w14:paraId="76D98869" w14:textId="77777777" w:rsidTr="00D774C6">
        <w:trPr>
          <w:jc w:val="center"/>
        </w:trPr>
        <w:tc>
          <w:tcPr>
            <w:tcW w:w="1145" w:type="dxa"/>
          </w:tcPr>
          <w:p w14:paraId="484D5DE2" w14:textId="77777777" w:rsidR="00D774C6" w:rsidRDefault="00D774C6" w:rsidP="00D774C6">
            <w:pPr>
              <w:pStyle w:val="TableText"/>
            </w:pPr>
            <w:r>
              <w:t>11111111</w:t>
            </w:r>
          </w:p>
        </w:tc>
        <w:tc>
          <w:tcPr>
            <w:tcW w:w="1193" w:type="dxa"/>
          </w:tcPr>
          <w:p w14:paraId="5B177BD8" w14:textId="77777777" w:rsidR="00D774C6" w:rsidRDefault="00D774C6" w:rsidP="00D774C6">
            <w:pPr>
              <w:pStyle w:val="TableText"/>
            </w:pPr>
            <w:r>
              <w:t>11111111</w:t>
            </w:r>
          </w:p>
        </w:tc>
        <w:tc>
          <w:tcPr>
            <w:tcW w:w="1105" w:type="dxa"/>
          </w:tcPr>
          <w:p w14:paraId="2EF6F805" w14:textId="77777777" w:rsidR="00D774C6" w:rsidRDefault="00D774C6" w:rsidP="00D774C6">
            <w:pPr>
              <w:pStyle w:val="TableText"/>
            </w:pPr>
            <w:r>
              <w:t>11111111</w:t>
            </w:r>
          </w:p>
        </w:tc>
        <w:tc>
          <w:tcPr>
            <w:tcW w:w="882" w:type="dxa"/>
            <w:vAlign w:val="bottom"/>
          </w:tcPr>
          <w:p w14:paraId="53959688" w14:textId="5F675014" w:rsidR="00D774C6" w:rsidRPr="00D774C6" w:rsidRDefault="00D774C6" w:rsidP="00D774C6">
            <w:pPr>
              <w:pStyle w:val="ConfigWindow"/>
            </w:pPr>
            <w:r>
              <w:t>Blank</w:t>
            </w:r>
          </w:p>
        </w:tc>
        <w:tc>
          <w:tcPr>
            <w:tcW w:w="766" w:type="dxa"/>
            <w:vAlign w:val="bottom"/>
          </w:tcPr>
          <w:p w14:paraId="2CBCBA85" w14:textId="1978086D" w:rsidR="00D774C6" w:rsidRPr="00D774C6" w:rsidRDefault="00D774C6" w:rsidP="00D774C6">
            <w:pPr>
              <w:pStyle w:val="ConfigWindow"/>
            </w:pPr>
            <w:r>
              <w:t>Blank</w:t>
            </w:r>
          </w:p>
        </w:tc>
        <w:tc>
          <w:tcPr>
            <w:tcW w:w="766" w:type="dxa"/>
            <w:vAlign w:val="bottom"/>
          </w:tcPr>
          <w:p w14:paraId="5F4C555C" w14:textId="2CE80C6C" w:rsidR="00D774C6" w:rsidRPr="00D774C6" w:rsidRDefault="00D774C6" w:rsidP="00D774C6">
            <w:pPr>
              <w:pStyle w:val="ConfigWindow"/>
            </w:pPr>
            <w:r>
              <w:t>Blank</w:t>
            </w:r>
          </w:p>
        </w:tc>
        <w:tc>
          <w:tcPr>
            <w:tcW w:w="741" w:type="dxa"/>
            <w:vAlign w:val="bottom"/>
          </w:tcPr>
          <w:p w14:paraId="0E738A7C" w14:textId="5D31685E" w:rsidR="00D774C6" w:rsidRPr="00D774C6" w:rsidRDefault="00D774C6" w:rsidP="00D774C6">
            <w:pPr>
              <w:pStyle w:val="ConfigWindow"/>
            </w:pPr>
            <w:r>
              <w:t>blank</w:t>
            </w:r>
          </w:p>
        </w:tc>
        <w:tc>
          <w:tcPr>
            <w:tcW w:w="717" w:type="dxa"/>
            <w:vAlign w:val="bottom"/>
          </w:tcPr>
          <w:p w14:paraId="01946548" w14:textId="3BD285E1" w:rsidR="00D774C6" w:rsidRPr="00D774C6" w:rsidRDefault="00D774C6" w:rsidP="00D774C6">
            <w:pPr>
              <w:pStyle w:val="ConfigWindow"/>
            </w:pPr>
            <w:r>
              <w:t>Blank</w:t>
            </w:r>
          </w:p>
        </w:tc>
        <w:tc>
          <w:tcPr>
            <w:tcW w:w="717" w:type="dxa"/>
            <w:vAlign w:val="bottom"/>
          </w:tcPr>
          <w:p w14:paraId="34FE3168" w14:textId="1666D8EA" w:rsidR="00D774C6" w:rsidRPr="00D774C6" w:rsidRDefault="00D774C6" w:rsidP="00D774C6">
            <w:pPr>
              <w:pStyle w:val="ConfigWindow"/>
            </w:pPr>
            <w:r>
              <w:t>Blank</w:t>
            </w:r>
          </w:p>
        </w:tc>
        <w:tc>
          <w:tcPr>
            <w:tcW w:w="717" w:type="dxa"/>
            <w:vAlign w:val="bottom"/>
          </w:tcPr>
          <w:p w14:paraId="16BA29BE" w14:textId="029C4A20" w:rsidR="00D774C6" w:rsidRPr="00D774C6" w:rsidRDefault="00D774C6" w:rsidP="00D774C6">
            <w:pPr>
              <w:pStyle w:val="ConfigWindow"/>
            </w:pPr>
            <w:r>
              <w:t>Blank</w:t>
            </w:r>
          </w:p>
        </w:tc>
        <w:tc>
          <w:tcPr>
            <w:tcW w:w="717" w:type="dxa"/>
            <w:vAlign w:val="bottom"/>
          </w:tcPr>
          <w:p w14:paraId="7EE01D86" w14:textId="40D45B2F" w:rsidR="00D774C6" w:rsidRPr="00D774C6" w:rsidRDefault="00D774C6" w:rsidP="00D774C6">
            <w:pPr>
              <w:pStyle w:val="ConfigWindow"/>
            </w:pPr>
            <w:r>
              <w:t>blank</w:t>
            </w:r>
          </w:p>
        </w:tc>
      </w:tr>
      <w:tr w:rsidR="00D774C6" w14:paraId="6D2CC9CA" w14:textId="51CB2E5E" w:rsidTr="00D774C6">
        <w:trPr>
          <w:jc w:val="center"/>
        </w:trPr>
        <w:tc>
          <w:tcPr>
            <w:tcW w:w="1145" w:type="dxa"/>
            <w:shd w:val="clear" w:color="auto" w:fill="DBE5F1" w:themeFill="accent1" w:themeFillTint="33"/>
          </w:tcPr>
          <w:p w14:paraId="12532DF1" w14:textId="77777777" w:rsidR="00D774C6" w:rsidRDefault="00D774C6" w:rsidP="00D774C6">
            <w:pPr>
              <w:pStyle w:val="TableHeading"/>
            </w:pPr>
            <w:r>
              <w:t>First Decimal Octet</w:t>
            </w:r>
          </w:p>
        </w:tc>
        <w:tc>
          <w:tcPr>
            <w:tcW w:w="1193" w:type="dxa"/>
            <w:shd w:val="clear" w:color="auto" w:fill="DBE5F1" w:themeFill="accent1" w:themeFillTint="33"/>
          </w:tcPr>
          <w:p w14:paraId="1C162B87" w14:textId="77777777" w:rsidR="00D774C6" w:rsidRDefault="00D774C6" w:rsidP="00D774C6">
            <w:pPr>
              <w:pStyle w:val="TableHeading"/>
            </w:pPr>
            <w:r>
              <w:t>Second Decimal Octet</w:t>
            </w:r>
          </w:p>
        </w:tc>
        <w:tc>
          <w:tcPr>
            <w:tcW w:w="1105" w:type="dxa"/>
            <w:shd w:val="clear" w:color="auto" w:fill="DBE5F1" w:themeFill="accent1" w:themeFillTint="33"/>
          </w:tcPr>
          <w:p w14:paraId="19909DA2" w14:textId="77777777" w:rsidR="00D774C6" w:rsidRDefault="00D774C6" w:rsidP="00D774C6">
            <w:pPr>
              <w:pStyle w:val="TableHeading"/>
            </w:pPr>
            <w:r>
              <w:t>Third Decimal Octet</w:t>
            </w:r>
          </w:p>
        </w:tc>
        <w:tc>
          <w:tcPr>
            <w:tcW w:w="6023" w:type="dxa"/>
            <w:gridSpan w:val="8"/>
            <w:shd w:val="clear" w:color="auto" w:fill="DBE5F1" w:themeFill="accent1" w:themeFillTint="33"/>
            <w:vAlign w:val="bottom"/>
          </w:tcPr>
          <w:p w14:paraId="7ABEB2B9" w14:textId="05D9F205" w:rsidR="00D774C6" w:rsidRDefault="00D774C6" w:rsidP="00D774C6">
            <w:pPr>
              <w:pStyle w:val="TableHeading"/>
            </w:pPr>
            <w:r>
              <w:t>Fourth Decimal Octet</w:t>
            </w:r>
          </w:p>
        </w:tc>
      </w:tr>
      <w:tr w:rsidR="00D774C6" w14:paraId="2FC4BE8D" w14:textId="09C86404" w:rsidTr="00D774C6">
        <w:trPr>
          <w:jc w:val="center"/>
        </w:trPr>
        <w:tc>
          <w:tcPr>
            <w:tcW w:w="1145" w:type="dxa"/>
          </w:tcPr>
          <w:p w14:paraId="4441B2EB" w14:textId="77777777" w:rsidR="00D774C6" w:rsidRDefault="00D774C6" w:rsidP="00D774C6">
            <w:pPr>
              <w:pStyle w:val="TableText"/>
            </w:pPr>
            <w:r>
              <w:t>255.</w:t>
            </w:r>
          </w:p>
        </w:tc>
        <w:tc>
          <w:tcPr>
            <w:tcW w:w="1193" w:type="dxa"/>
          </w:tcPr>
          <w:p w14:paraId="2779AD80" w14:textId="77777777" w:rsidR="00D774C6" w:rsidRDefault="00D774C6" w:rsidP="00D774C6">
            <w:pPr>
              <w:pStyle w:val="TableText"/>
            </w:pPr>
            <w:r>
              <w:t>255.</w:t>
            </w:r>
          </w:p>
        </w:tc>
        <w:tc>
          <w:tcPr>
            <w:tcW w:w="1105" w:type="dxa"/>
          </w:tcPr>
          <w:p w14:paraId="0201CFF6" w14:textId="77777777" w:rsidR="00D774C6" w:rsidRDefault="00D774C6" w:rsidP="00D774C6">
            <w:pPr>
              <w:pStyle w:val="TableText"/>
            </w:pPr>
            <w:r>
              <w:t>255.</w:t>
            </w:r>
          </w:p>
        </w:tc>
        <w:tc>
          <w:tcPr>
            <w:tcW w:w="6023" w:type="dxa"/>
            <w:gridSpan w:val="8"/>
          </w:tcPr>
          <w:p w14:paraId="67B1AD84" w14:textId="46127FE5" w:rsidR="00D774C6" w:rsidRPr="00D774C6" w:rsidRDefault="00D774C6" w:rsidP="00D774C6">
            <w:pPr>
              <w:pStyle w:val="ConfigWindow"/>
            </w:pPr>
            <w:r>
              <w:t>blank</w:t>
            </w:r>
          </w:p>
        </w:tc>
      </w:tr>
    </w:tbl>
    <w:p w14:paraId="0596926B" w14:textId="77777777" w:rsidR="00F81654" w:rsidRDefault="00F81654" w:rsidP="00F81654">
      <w:pPr>
        <w:pStyle w:val="SubStepAlpha"/>
      </w:pPr>
      <w:r w:rsidRPr="00653440">
        <w:t xml:space="preserve">Fill in the </w:t>
      </w:r>
      <w:r>
        <w:rPr>
          <w:b/>
        </w:rPr>
        <w:t>Subnet Table</w:t>
      </w:r>
      <w:r>
        <w:t>,</w:t>
      </w:r>
      <w:r w:rsidRPr="00134BC4">
        <w:t xml:space="preserve"> </w:t>
      </w:r>
      <w:r>
        <w:t>listing the decimal value of all available subnets, the first and last usable host address, and the broadcast address</w:t>
      </w:r>
      <w:r w:rsidRPr="00653440">
        <w:t xml:space="preserve">. Repeat until all addresses are </w:t>
      </w:r>
      <w:r>
        <w:t>listed</w:t>
      </w:r>
      <w:r w:rsidRPr="00653440">
        <w:t>.</w:t>
      </w:r>
    </w:p>
    <w:p w14:paraId="7C7BD0AF" w14:textId="77777777" w:rsidR="00F81654" w:rsidRPr="00653440" w:rsidRDefault="00F81654" w:rsidP="00F81654">
      <w:pPr>
        <w:pStyle w:val="BodyTextL50"/>
      </w:pPr>
      <w:r w:rsidRPr="00587373">
        <w:rPr>
          <w:b/>
        </w:rPr>
        <w:t>Note:</w:t>
      </w:r>
      <w:r>
        <w:t xml:space="preserve"> You may not need to use all rows.</w:t>
      </w:r>
    </w:p>
    <w:p w14:paraId="3501C428" w14:textId="77777777" w:rsidR="00F81654" w:rsidRPr="00653440" w:rsidRDefault="00F81654" w:rsidP="001652A1">
      <w:pPr>
        <w:pStyle w:val="BodyTextL25Bold"/>
        <w:keepNext/>
      </w:pPr>
      <w:r w:rsidRPr="00653440">
        <w:t>Subnet Table</w:t>
      </w:r>
    </w:p>
    <w:tbl>
      <w:tblPr>
        <w:tblW w:w="91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subnet number, subnet address, first usable host address, last usable host address, and broadcast address.  This table contains blank cells where you can enter your answers for the subnet information. Type your answers in the cells listed as &quot;blank&quot;."/>
      </w:tblPr>
      <w:tblGrid>
        <w:gridCol w:w="1167"/>
        <w:gridCol w:w="1980"/>
        <w:gridCol w:w="1980"/>
        <w:gridCol w:w="1980"/>
        <w:gridCol w:w="2033"/>
      </w:tblGrid>
      <w:tr w:rsidR="00F81654" w:rsidRPr="00653440" w14:paraId="2640212C" w14:textId="77777777" w:rsidTr="00D774C6">
        <w:trPr>
          <w:cantSplit/>
          <w:tblHeader/>
          <w:jc w:val="center"/>
        </w:trPr>
        <w:tc>
          <w:tcPr>
            <w:tcW w:w="116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FCF12AB" w14:textId="77777777" w:rsidR="00F81654" w:rsidRPr="00653440" w:rsidRDefault="00F81654" w:rsidP="001652A1">
            <w:pPr>
              <w:pStyle w:val="TableHeading"/>
            </w:pPr>
            <w:r w:rsidRPr="00653440">
              <w:t>Subnet Number</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60BDF51" w14:textId="77777777" w:rsidR="00F81654" w:rsidRPr="00653440" w:rsidRDefault="00F81654" w:rsidP="001652A1">
            <w:pPr>
              <w:pStyle w:val="TableHeading"/>
            </w:pPr>
            <w:r w:rsidRPr="00653440">
              <w:t>Subnet Address</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0832547" w14:textId="77777777" w:rsidR="00F81654" w:rsidRPr="00653440" w:rsidRDefault="00F81654" w:rsidP="001652A1">
            <w:pPr>
              <w:pStyle w:val="TableHeading"/>
            </w:pPr>
            <w:r w:rsidRPr="00653440">
              <w:t>First Usable Host Address</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23A027C" w14:textId="77777777" w:rsidR="00F81654" w:rsidRPr="00653440" w:rsidRDefault="00F81654" w:rsidP="001652A1">
            <w:pPr>
              <w:pStyle w:val="TableHeading"/>
            </w:pPr>
            <w:r w:rsidRPr="00653440">
              <w:t>Last Usable Host Address</w:t>
            </w:r>
          </w:p>
        </w:tc>
        <w:tc>
          <w:tcPr>
            <w:tcW w:w="203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67E4C41" w14:textId="77777777" w:rsidR="00F81654" w:rsidRPr="00653440" w:rsidRDefault="00F81654" w:rsidP="001652A1">
            <w:pPr>
              <w:pStyle w:val="TableHeading"/>
            </w:pPr>
            <w:r w:rsidRPr="00653440">
              <w:t>Broadcast Address</w:t>
            </w:r>
          </w:p>
        </w:tc>
      </w:tr>
      <w:tr w:rsidR="00D774C6" w:rsidRPr="00653440" w14:paraId="6D6608C1" w14:textId="77777777" w:rsidTr="00D774C6">
        <w:trPr>
          <w:cantSplit/>
          <w:jc w:val="center"/>
        </w:trPr>
        <w:tc>
          <w:tcPr>
            <w:tcW w:w="1167" w:type="dxa"/>
            <w:vAlign w:val="bottom"/>
          </w:tcPr>
          <w:p w14:paraId="05455A5F" w14:textId="77777777" w:rsidR="00D774C6" w:rsidRPr="001823B0" w:rsidRDefault="00D774C6" w:rsidP="00D774C6">
            <w:pPr>
              <w:pStyle w:val="TableText"/>
              <w:rPr>
                <w:b/>
              </w:rPr>
            </w:pPr>
            <w:r w:rsidRPr="001823B0">
              <w:rPr>
                <w:b/>
              </w:rPr>
              <w:t>0</w:t>
            </w:r>
          </w:p>
        </w:tc>
        <w:tc>
          <w:tcPr>
            <w:tcW w:w="1980" w:type="dxa"/>
            <w:vAlign w:val="bottom"/>
          </w:tcPr>
          <w:p w14:paraId="50A8A9A1" w14:textId="1957A12E" w:rsidR="00D774C6" w:rsidRPr="00D774C6" w:rsidRDefault="00D774C6" w:rsidP="00D774C6">
            <w:pPr>
              <w:pStyle w:val="ConfigWindow"/>
            </w:pPr>
            <w:r>
              <w:t>Blank</w:t>
            </w:r>
          </w:p>
        </w:tc>
        <w:tc>
          <w:tcPr>
            <w:tcW w:w="1980" w:type="dxa"/>
            <w:vAlign w:val="bottom"/>
          </w:tcPr>
          <w:p w14:paraId="71806B63" w14:textId="51CF1DCD" w:rsidR="00D774C6" w:rsidRPr="00D774C6" w:rsidRDefault="00D774C6" w:rsidP="00D774C6">
            <w:pPr>
              <w:pStyle w:val="ConfigWindow"/>
            </w:pPr>
            <w:r>
              <w:t>Blank</w:t>
            </w:r>
          </w:p>
        </w:tc>
        <w:tc>
          <w:tcPr>
            <w:tcW w:w="1980" w:type="dxa"/>
            <w:vAlign w:val="bottom"/>
          </w:tcPr>
          <w:p w14:paraId="66A4B65D" w14:textId="11B7353D" w:rsidR="00D774C6" w:rsidRPr="00D774C6" w:rsidRDefault="00D774C6" w:rsidP="00D774C6">
            <w:pPr>
              <w:pStyle w:val="ConfigWindow"/>
            </w:pPr>
            <w:r>
              <w:t>Blank</w:t>
            </w:r>
          </w:p>
        </w:tc>
        <w:tc>
          <w:tcPr>
            <w:tcW w:w="2033" w:type="dxa"/>
            <w:vAlign w:val="bottom"/>
          </w:tcPr>
          <w:p w14:paraId="57F5024C" w14:textId="3C8230FD" w:rsidR="00D774C6" w:rsidRPr="00D774C6" w:rsidRDefault="00D774C6" w:rsidP="00D774C6">
            <w:pPr>
              <w:pStyle w:val="ConfigWindow"/>
            </w:pPr>
            <w:r>
              <w:t>blank</w:t>
            </w:r>
          </w:p>
        </w:tc>
      </w:tr>
      <w:tr w:rsidR="00D774C6" w:rsidRPr="00653440" w14:paraId="003B2DBB" w14:textId="77777777" w:rsidTr="00D774C6">
        <w:trPr>
          <w:cantSplit/>
          <w:jc w:val="center"/>
        </w:trPr>
        <w:tc>
          <w:tcPr>
            <w:tcW w:w="1167" w:type="dxa"/>
            <w:vAlign w:val="bottom"/>
          </w:tcPr>
          <w:p w14:paraId="7E6ACA92" w14:textId="77777777" w:rsidR="00D774C6" w:rsidRPr="001823B0" w:rsidRDefault="00D774C6" w:rsidP="00D774C6">
            <w:pPr>
              <w:pStyle w:val="TableText"/>
              <w:rPr>
                <w:b/>
              </w:rPr>
            </w:pPr>
            <w:r w:rsidRPr="001823B0">
              <w:rPr>
                <w:b/>
              </w:rPr>
              <w:t>1</w:t>
            </w:r>
          </w:p>
        </w:tc>
        <w:tc>
          <w:tcPr>
            <w:tcW w:w="1980" w:type="dxa"/>
            <w:vAlign w:val="bottom"/>
          </w:tcPr>
          <w:p w14:paraId="61EA49FC" w14:textId="7784485E" w:rsidR="00D774C6" w:rsidRPr="00D774C6" w:rsidRDefault="00D774C6" w:rsidP="00D774C6">
            <w:pPr>
              <w:pStyle w:val="ConfigWindow"/>
            </w:pPr>
            <w:r>
              <w:t>Blank</w:t>
            </w:r>
          </w:p>
        </w:tc>
        <w:tc>
          <w:tcPr>
            <w:tcW w:w="1980" w:type="dxa"/>
            <w:vAlign w:val="bottom"/>
          </w:tcPr>
          <w:p w14:paraId="742527A1" w14:textId="28D93C41" w:rsidR="00D774C6" w:rsidRPr="00D774C6" w:rsidRDefault="00D774C6" w:rsidP="00D774C6">
            <w:pPr>
              <w:pStyle w:val="ConfigWindow"/>
            </w:pPr>
            <w:r>
              <w:t>Blank</w:t>
            </w:r>
          </w:p>
        </w:tc>
        <w:tc>
          <w:tcPr>
            <w:tcW w:w="1980" w:type="dxa"/>
            <w:vAlign w:val="bottom"/>
          </w:tcPr>
          <w:p w14:paraId="506E3895" w14:textId="30E95810" w:rsidR="00D774C6" w:rsidRPr="00D774C6" w:rsidRDefault="00D774C6" w:rsidP="00D774C6">
            <w:pPr>
              <w:pStyle w:val="ConfigWindow"/>
            </w:pPr>
            <w:r>
              <w:t>Blank</w:t>
            </w:r>
          </w:p>
        </w:tc>
        <w:tc>
          <w:tcPr>
            <w:tcW w:w="2033" w:type="dxa"/>
            <w:vAlign w:val="bottom"/>
          </w:tcPr>
          <w:p w14:paraId="2F7D97F4" w14:textId="02E43E79" w:rsidR="00D774C6" w:rsidRPr="00D774C6" w:rsidRDefault="00D774C6" w:rsidP="00D774C6">
            <w:pPr>
              <w:pStyle w:val="ConfigWindow"/>
            </w:pPr>
            <w:r>
              <w:t>blank</w:t>
            </w:r>
          </w:p>
        </w:tc>
      </w:tr>
      <w:tr w:rsidR="00D774C6" w:rsidRPr="00653440" w14:paraId="75C86143" w14:textId="77777777" w:rsidTr="00D774C6">
        <w:trPr>
          <w:cantSplit/>
          <w:jc w:val="center"/>
        </w:trPr>
        <w:tc>
          <w:tcPr>
            <w:tcW w:w="1167" w:type="dxa"/>
            <w:vAlign w:val="bottom"/>
          </w:tcPr>
          <w:p w14:paraId="79561A59" w14:textId="77777777" w:rsidR="00D774C6" w:rsidRPr="001823B0" w:rsidRDefault="00D774C6" w:rsidP="00D774C6">
            <w:pPr>
              <w:pStyle w:val="TableText"/>
              <w:rPr>
                <w:b/>
              </w:rPr>
            </w:pPr>
            <w:r w:rsidRPr="001823B0">
              <w:rPr>
                <w:b/>
              </w:rPr>
              <w:t>2</w:t>
            </w:r>
          </w:p>
        </w:tc>
        <w:tc>
          <w:tcPr>
            <w:tcW w:w="1980" w:type="dxa"/>
            <w:vAlign w:val="bottom"/>
          </w:tcPr>
          <w:p w14:paraId="773DCA1B" w14:textId="4B067247" w:rsidR="00D774C6" w:rsidRPr="00D774C6" w:rsidRDefault="00D774C6" w:rsidP="00D774C6">
            <w:pPr>
              <w:pStyle w:val="ConfigWindow"/>
            </w:pPr>
            <w:r>
              <w:t>Blank</w:t>
            </w:r>
          </w:p>
        </w:tc>
        <w:tc>
          <w:tcPr>
            <w:tcW w:w="1980" w:type="dxa"/>
            <w:vAlign w:val="bottom"/>
          </w:tcPr>
          <w:p w14:paraId="187F6D1D" w14:textId="515AE712" w:rsidR="00D774C6" w:rsidRPr="00D774C6" w:rsidRDefault="00D774C6" w:rsidP="00D774C6">
            <w:pPr>
              <w:pStyle w:val="ConfigWindow"/>
            </w:pPr>
            <w:r>
              <w:t>Blank</w:t>
            </w:r>
          </w:p>
        </w:tc>
        <w:tc>
          <w:tcPr>
            <w:tcW w:w="1980" w:type="dxa"/>
            <w:vAlign w:val="bottom"/>
          </w:tcPr>
          <w:p w14:paraId="6B89BC63" w14:textId="275F7475" w:rsidR="00D774C6" w:rsidRPr="00D774C6" w:rsidRDefault="00D774C6" w:rsidP="00D774C6">
            <w:pPr>
              <w:pStyle w:val="ConfigWindow"/>
            </w:pPr>
            <w:r>
              <w:t>Blank</w:t>
            </w:r>
          </w:p>
        </w:tc>
        <w:tc>
          <w:tcPr>
            <w:tcW w:w="2033" w:type="dxa"/>
            <w:vAlign w:val="bottom"/>
          </w:tcPr>
          <w:p w14:paraId="1E0D0D6A" w14:textId="14037AF5" w:rsidR="00D774C6" w:rsidRPr="00D774C6" w:rsidRDefault="00D774C6" w:rsidP="00D774C6">
            <w:pPr>
              <w:pStyle w:val="ConfigWindow"/>
            </w:pPr>
            <w:r>
              <w:t>blank</w:t>
            </w:r>
          </w:p>
        </w:tc>
      </w:tr>
      <w:tr w:rsidR="00D774C6" w:rsidRPr="00653440" w14:paraId="22845348" w14:textId="77777777" w:rsidTr="00D774C6">
        <w:trPr>
          <w:cantSplit/>
          <w:jc w:val="center"/>
        </w:trPr>
        <w:tc>
          <w:tcPr>
            <w:tcW w:w="1167" w:type="dxa"/>
            <w:vAlign w:val="bottom"/>
          </w:tcPr>
          <w:p w14:paraId="23484BAA" w14:textId="77777777" w:rsidR="00D774C6" w:rsidRPr="001823B0" w:rsidRDefault="00D774C6" w:rsidP="00D774C6">
            <w:pPr>
              <w:pStyle w:val="TableText"/>
              <w:rPr>
                <w:b/>
              </w:rPr>
            </w:pPr>
            <w:r w:rsidRPr="001823B0">
              <w:rPr>
                <w:b/>
              </w:rPr>
              <w:t>3</w:t>
            </w:r>
          </w:p>
        </w:tc>
        <w:tc>
          <w:tcPr>
            <w:tcW w:w="1980" w:type="dxa"/>
            <w:vAlign w:val="bottom"/>
          </w:tcPr>
          <w:p w14:paraId="278B8A35" w14:textId="26603AB2" w:rsidR="00D774C6" w:rsidRPr="00D774C6" w:rsidRDefault="00D774C6" w:rsidP="00D774C6">
            <w:pPr>
              <w:pStyle w:val="ConfigWindow"/>
            </w:pPr>
            <w:r>
              <w:t>Blank</w:t>
            </w:r>
          </w:p>
        </w:tc>
        <w:tc>
          <w:tcPr>
            <w:tcW w:w="1980" w:type="dxa"/>
            <w:vAlign w:val="bottom"/>
          </w:tcPr>
          <w:p w14:paraId="2F41D7BD" w14:textId="54B88F5C" w:rsidR="00D774C6" w:rsidRPr="00D774C6" w:rsidRDefault="00D774C6" w:rsidP="00D774C6">
            <w:pPr>
              <w:pStyle w:val="ConfigWindow"/>
            </w:pPr>
            <w:r>
              <w:t>Blank</w:t>
            </w:r>
          </w:p>
        </w:tc>
        <w:tc>
          <w:tcPr>
            <w:tcW w:w="1980" w:type="dxa"/>
            <w:vAlign w:val="bottom"/>
          </w:tcPr>
          <w:p w14:paraId="0BFE4841" w14:textId="4760AE50" w:rsidR="00D774C6" w:rsidRPr="00D774C6" w:rsidRDefault="00D774C6" w:rsidP="00D774C6">
            <w:pPr>
              <w:pStyle w:val="ConfigWindow"/>
            </w:pPr>
            <w:r>
              <w:t>Blank</w:t>
            </w:r>
          </w:p>
        </w:tc>
        <w:tc>
          <w:tcPr>
            <w:tcW w:w="2033" w:type="dxa"/>
            <w:vAlign w:val="bottom"/>
          </w:tcPr>
          <w:p w14:paraId="352689E1" w14:textId="630C107F" w:rsidR="00D774C6" w:rsidRPr="00D774C6" w:rsidRDefault="00D774C6" w:rsidP="00D774C6">
            <w:pPr>
              <w:pStyle w:val="ConfigWindow"/>
            </w:pPr>
            <w:r>
              <w:t>blank</w:t>
            </w:r>
          </w:p>
        </w:tc>
      </w:tr>
      <w:tr w:rsidR="00D774C6" w:rsidRPr="00653440" w14:paraId="546AB5E7" w14:textId="77777777" w:rsidTr="00D774C6">
        <w:trPr>
          <w:cantSplit/>
          <w:jc w:val="center"/>
        </w:trPr>
        <w:tc>
          <w:tcPr>
            <w:tcW w:w="1167" w:type="dxa"/>
            <w:vAlign w:val="bottom"/>
          </w:tcPr>
          <w:p w14:paraId="497BC321" w14:textId="77777777" w:rsidR="00D774C6" w:rsidRPr="001823B0" w:rsidRDefault="00D774C6" w:rsidP="00D774C6">
            <w:pPr>
              <w:pStyle w:val="TableText"/>
              <w:rPr>
                <w:b/>
              </w:rPr>
            </w:pPr>
            <w:r w:rsidRPr="001823B0">
              <w:rPr>
                <w:b/>
              </w:rPr>
              <w:t>4</w:t>
            </w:r>
          </w:p>
        </w:tc>
        <w:tc>
          <w:tcPr>
            <w:tcW w:w="1980" w:type="dxa"/>
            <w:vAlign w:val="bottom"/>
          </w:tcPr>
          <w:p w14:paraId="2BF997E4" w14:textId="682C165E" w:rsidR="00D774C6" w:rsidRPr="00D774C6" w:rsidRDefault="00D774C6" w:rsidP="00D774C6">
            <w:pPr>
              <w:pStyle w:val="ConfigWindow"/>
            </w:pPr>
            <w:r>
              <w:t>Blank</w:t>
            </w:r>
          </w:p>
        </w:tc>
        <w:tc>
          <w:tcPr>
            <w:tcW w:w="1980" w:type="dxa"/>
            <w:vAlign w:val="bottom"/>
          </w:tcPr>
          <w:p w14:paraId="2144C392" w14:textId="7E630237" w:rsidR="00D774C6" w:rsidRPr="00D774C6" w:rsidRDefault="00D774C6" w:rsidP="00D774C6">
            <w:pPr>
              <w:pStyle w:val="ConfigWindow"/>
            </w:pPr>
            <w:r>
              <w:t>Blank</w:t>
            </w:r>
          </w:p>
        </w:tc>
        <w:tc>
          <w:tcPr>
            <w:tcW w:w="1980" w:type="dxa"/>
            <w:vAlign w:val="bottom"/>
          </w:tcPr>
          <w:p w14:paraId="660F854A" w14:textId="3758F1AA" w:rsidR="00D774C6" w:rsidRPr="00D774C6" w:rsidRDefault="00D774C6" w:rsidP="00D774C6">
            <w:pPr>
              <w:pStyle w:val="ConfigWindow"/>
            </w:pPr>
            <w:r>
              <w:t>Blank</w:t>
            </w:r>
          </w:p>
        </w:tc>
        <w:tc>
          <w:tcPr>
            <w:tcW w:w="2033" w:type="dxa"/>
            <w:vAlign w:val="bottom"/>
          </w:tcPr>
          <w:p w14:paraId="7C794C22" w14:textId="6A3BDFFF" w:rsidR="00D774C6" w:rsidRPr="00D774C6" w:rsidRDefault="00D774C6" w:rsidP="00D774C6">
            <w:pPr>
              <w:pStyle w:val="ConfigWindow"/>
            </w:pPr>
            <w:r>
              <w:t>blank</w:t>
            </w:r>
          </w:p>
        </w:tc>
      </w:tr>
      <w:tr w:rsidR="00D774C6" w:rsidRPr="00653440" w14:paraId="02998F8B" w14:textId="77777777" w:rsidTr="00D774C6">
        <w:trPr>
          <w:cantSplit/>
          <w:jc w:val="center"/>
        </w:trPr>
        <w:tc>
          <w:tcPr>
            <w:tcW w:w="1167" w:type="dxa"/>
            <w:vAlign w:val="bottom"/>
          </w:tcPr>
          <w:p w14:paraId="1CD13B02" w14:textId="77777777" w:rsidR="00D774C6" w:rsidRPr="001823B0" w:rsidRDefault="00D774C6" w:rsidP="00D774C6">
            <w:pPr>
              <w:pStyle w:val="TableText"/>
              <w:rPr>
                <w:b/>
              </w:rPr>
            </w:pPr>
            <w:r w:rsidRPr="001823B0">
              <w:rPr>
                <w:b/>
              </w:rPr>
              <w:t>5</w:t>
            </w:r>
          </w:p>
        </w:tc>
        <w:tc>
          <w:tcPr>
            <w:tcW w:w="1980" w:type="dxa"/>
            <w:vAlign w:val="bottom"/>
          </w:tcPr>
          <w:p w14:paraId="21D17845" w14:textId="6D872765" w:rsidR="00D774C6" w:rsidRPr="00D774C6" w:rsidRDefault="00D774C6" w:rsidP="00D774C6">
            <w:pPr>
              <w:pStyle w:val="ConfigWindow"/>
            </w:pPr>
            <w:r>
              <w:t>Blank</w:t>
            </w:r>
          </w:p>
        </w:tc>
        <w:tc>
          <w:tcPr>
            <w:tcW w:w="1980" w:type="dxa"/>
            <w:vAlign w:val="bottom"/>
          </w:tcPr>
          <w:p w14:paraId="7BFFBFE9" w14:textId="74FF4619" w:rsidR="00D774C6" w:rsidRPr="00D774C6" w:rsidRDefault="00D774C6" w:rsidP="00D774C6">
            <w:pPr>
              <w:pStyle w:val="ConfigWindow"/>
            </w:pPr>
            <w:r>
              <w:t>Blank</w:t>
            </w:r>
          </w:p>
        </w:tc>
        <w:tc>
          <w:tcPr>
            <w:tcW w:w="1980" w:type="dxa"/>
            <w:vAlign w:val="bottom"/>
          </w:tcPr>
          <w:p w14:paraId="1D724D7A" w14:textId="00312964" w:rsidR="00D774C6" w:rsidRPr="00D774C6" w:rsidRDefault="00D774C6" w:rsidP="00D774C6">
            <w:pPr>
              <w:pStyle w:val="ConfigWindow"/>
            </w:pPr>
            <w:r>
              <w:t>Blank</w:t>
            </w:r>
          </w:p>
        </w:tc>
        <w:tc>
          <w:tcPr>
            <w:tcW w:w="2033" w:type="dxa"/>
            <w:vAlign w:val="bottom"/>
          </w:tcPr>
          <w:p w14:paraId="4512F04D" w14:textId="790DA1FD" w:rsidR="00D774C6" w:rsidRPr="00D774C6" w:rsidRDefault="00D774C6" w:rsidP="00D774C6">
            <w:pPr>
              <w:pStyle w:val="ConfigWindow"/>
            </w:pPr>
            <w:r>
              <w:t>blank</w:t>
            </w:r>
          </w:p>
        </w:tc>
      </w:tr>
      <w:tr w:rsidR="00D774C6" w:rsidRPr="00653440" w14:paraId="4CE0DD01" w14:textId="77777777" w:rsidTr="00D774C6">
        <w:trPr>
          <w:cantSplit/>
          <w:jc w:val="center"/>
        </w:trPr>
        <w:tc>
          <w:tcPr>
            <w:tcW w:w="1167" w:type="dxa"/>
            <w:vAlign w:val="bottom"/>
          </w:tcPr>
          <w:p w14:paraId="58248B9B" w14:textId="77777777" w:rsidR="00D774C6" w:rsidRPr="001823B0" w:rsidRDefault="00D774C6" w:rsidP="00D774C6">
            <w:pPr>
              <w:pStyle w:val="TableText"/>
              <w:rPr>
                <w:b/>
              </w:rPr>
            </w:pPr>
            <w:r w:rsidRPr="001823B0">
              <w:rPr>
                <w:b/>
              </w:rPr>
              <w:t>6</w:t>
            </w:r>
          </w:p>
        </w:tc>
        <w:tc>
          <w:tcPr>
            <w:tcW w:w="1980" w:type="dxa"/>
            <w:vAlign w:val="bottom"/>
          </w:tcPr>
          <w:p w14:paraId="0D0C976D" w14:textId="19C4262F" w:rsidR="00D774C6" w:rsidRPr="00D774C6" w:rsidRDefault="00D774C6" w:rsidP="00D774C6">
            <w:pPr>
              <w:pStyle w:val="ConfigWindow"/>
            </w:pPr>
            <w:r>
              <w:t>Blank</w:t>
            </w:r>
          </w:p>
        </w:tc>
        <w:tc>
          <w:tcPr>
            <w:tcW w:w="1980" w:type="dxa"/>
            <w:vAlign w:val="bottom"/>
          </w:tcPr>
          <w:p w14:paraId="3719DA1C" w14:textId="14F9928C" w:rsidR="00D774C6" w:rsidRPr="00D774C6" w:rsidRDefault="00D774C6" w:rsidP="00D774C6">
            <w:pPr>
              <w:pStyle w:val="ConfigWindow"/>
            </w:pPr>
            <w:r>
              <w:t>Blank</w:t>
            </w:r>
          </w:p>
        </w:tc>
        <w:tc>
          <w:tcPr>
            <w:tcW w:w="1980" w:type="dxa"/>
            <w:vAlign w:val="bottom"/>
          </w:tcPr>
          <w:p w14:paraId="75D12FC6" w14:textId="4577C48C" w:rsidR="00D774C6" w:rsidRPr="00D774C6" w:rsidRDefault="00D774C6" w:rsidP="00D774C6">
            <w:pPr>
              <w:pStyle w:val="ConfigWindow"/>
            </w:pPr>
            <w:r>
              <w:t>Blank</w:t>
            </w:r>
          </w:p>
        </w:tc>
        <w:tc>
          <w:tcPr>
            <w:tcW w:w="2033" w:type="dxa"/>
            <w:vAlign w:val="bottom"/>
          </w:tcPr>
          <w:p w14:paraId="7522A355" w14:textId="1EBC17D6" w:rsidR="00D774C6" w:rsidRPr="00D774C6" w:rsidRDefault="00D774C6" w:rsidP="00D774C6">
            <w:pPr>
              <w:pStyle w:val="ConfigWindow"/>
            </w:pPr>
            <w:r>
              <w:t>blank</w:t>
            </w:r>
          </w:p>
        </w:tc>
      </w:tr>
      <w:tr w:rsidR="00D774C6" w:rsidRPr="00653440" w14:paraId="327401B5" w14:textId="77777777" w:rsidTr="00BE3962">
        <w:trPr>
          <w:cantSplit/>
          <w:jc w:val="center"/>
        </w:trPr>
        <w:tc>
          <w:tcPr>
            <w:tcW w:w="1167" w:type="dxa"/>
            <w:vAlign w:val="bottom"/>
          </w:tcPr>
          <w:p w14:paraId="698B4335" w14:textId="77777777" w:rsidR="00D774C6" w:rsidRPr="001823B0" w:rsidRDefault="00D774C6" w:rsidP="00D774C6">
            <w:pPr>
              <w:pStyle w:val="TableText"/>
              <w:rPr>
                <w:b/>
              </w:rPr>
            </w:pPr>
            <w:r w:rsidRPr="001823B0">
              <w:rPr>
                <w:b/>
              </w:rPr>
              <w:t>7</w:t>
            </w:r>
          </w:p>
        </w:tc>
        <w:tc>
          <w:tcPr>
            <w:tcW w:w="1980" w:type="dxa"/>
            <w:vAlign w:val="bottom"/>
          </w:tcPr>
          <w:p w14:paraId="1E9E2BE9" w14:textId="3299A13F" w:rsidR="00D774C6" w:rsidRPr="00D774C6" w:rsidRDefault="00D774C6" w:rsidP="00D774C6">
            <w:pPr>
              <w:pStyle w:val="ConfigWindow"/>
            </w:pPr>
            <w:r>
              <w:t>Blank</w:t>
            </w:r>
          </w:p>
        </w:tc>
        <w:tc>
          <w:tcPr>
            <w:tcW w:w="1980" w:type="dxa"/>
            <w:vAlign w:val="bottom"/>
          </w:tcPr>
          <w:p w14:paraId="35075373" w14:textId="4ACBB84A" w:rsidR="00D774C6" w:rsidRPr="00D774C6" w:rsidRDefault="00D774C6" w:rsidP="00D774C6">
            <w:pPr>
              <w:pStyle w:val="ConfigWindow"/>
            </w:pPr>
            <w:r>
              <w:t>Blank</w:t>
            </w:r>
          </w:p>
        </w:tc>
        <w:tc>
          <w:tcPr>
            <w:tcW w:w="1980" w:type="dxa"/>
            <w:vAlign w:val="bottom"/>
          </w:tcPr>
          <w:p w14:paraId="75193964" w14:textId="0469D6E3" w:rsidR="00D774C6" w:rsidRPr="00D774C6" w:rsidRDefault="00D774C6" w:rsidP="00D774C6">
            <w:pPr>
              <w:pStyle w:val="ConfigWindow"/>
            </w:pPr>
            <w:r>
              <w:t>Blank</w:t>
            </w:r>
          </w:p>
        </w:tc>
        <w:tc>
          <w:tcPr>
            <w:tcW w:w="2033" w:type="dxa"/>
            <w:vAlign w:val="bottom"/>
          </w:tcPr>
          <w:p w14:paraId="63BBB0A1" w14:textId="6B657A6F" w:rsidR="00D774C6" w:rsidRPr="00D774C6" w:rsidRDefault="00D774C6" w:rsidP="00D774C6">
            <w:pPr>
              <w:pStyle w:val="ConfigWindow"/>
            </w:pPr>
            <w:r>
              <w:t>blank</w:t>
            </w:r>
          </w:p>
        </w:tc>
      </w:tr>
      <w:tr w:rsidR="00D774C6" w:rsidRPr="00653440" w14:paraId="767A3A82" w14:textId="77777777" w:rsidTr="00D774C6">
        <w:trPr>
          <w:cantSplit/>
          <w:jc w:val="center"/>
        </w:trPr>
        <w:tc>
          <w:tcPr>
            <w:tcW w:w="1167" w:type="dxa"/>
            <w:vAlign w:val="bottom"/>
          </w:tcPr>
          <w:p w14:paraId="277241D7" w14:textId="77777777" w:rsidR="00D774C6" w:rsidRPr="001823B0" w:rsidRDefault="00D774C6" w:rsidP="00D774C6">
            <w:pPr>
              <w:pStyle w:val="TableText"/>
              <w:rPr>
                <w:b/>
              </w:rPr>
            </w:pPr>
            <w:r w:rsidRPr="001823B0">
              <w:rPr>
                <w:b/>
              </w:rPr>
              <w:t>8</w:t>
            </w:r>
          </w:p>
        </w:tc>
        <w:tc>
          <w:tcPr>
            <w:tcW w:w="1980" w:type="dxa"/>
            <w:vAlign w:val="bottom"/>
          </w:tcPr>
          <w:p w14:paraId="65549AB6" w14:textId="30EA9E3D" w:rsidR="00D774C6" w:rsidRPr="00653440" w:rsidRDefault="00D774C6" w:rsidP="00D774C6">
            <w:pPr>
              <w:pStyle w:val="ConfigWindow"/>
            </w:pPr>
            <w:r>
              <w:t>Blank</w:t>
            </w:r>
          </w:p>
        </w:tc>
        <w:tc>
          <w:tcPr>
            <w:tcW w:w="1980" w:type="dxa"/>
            <w:vAlign w:val="bottom"/>
          </w:tcPr>
          <w:p w14:paraId="79C02E80" w14:textId="35A65028" w:rsidR="00D774C6" w:rsidRPr="00653440" w:rsidRDefault="00D774C6" w:rsidP="00D774C6">
            <w:pPr>
              <w:pStyle w:val="ConfigWindow"/>
            </w:pPr>
            <w:r>
              <w:t>Blank</w:t>
            </w:r>
          </w:p>
        </w:tc>
        <w:tc>
          <w:tcPr>
            <w:tcW w:w="1980" w:type="dxa"/>
            <w:vAlign w:val="bottom"/>
          </w:tcPr>
          <w:p w14:paraId="5CC4E467" w14:textId="4B354EE2" w:rsidR="00D774C6" w:rsidRPr="00653440" w:rsidRDefault="00D774C6" w:rsidP="00D774C6">
            <w:pPr>
              <w:pStyle w:val="ConfigWindow"/>
            </w:pPr>
            <w:r>
              <w:t>blank</w:t>
            </w:r>
          </w:p>
        </w:tc>
        <w:tc>
          <w:tcPr>
            <w:tcW w:w="2033" w:type="dxa"/>
            <w:vAlign w:val="bottom"/>
          </w:tcPr>
          <w:p w14:paraId="087B1FA9" w14:textId="1BF7DC22" w:rsidR="00D774C6" w:rsidRPr="00653440" w:rsidRDefault="00D774C6" w:rsidP="00D774C6">
            <w:pPr>
              <w:pStyle w:val="ConfigWindow"/>
            </w:pPr>
            <w:r>
              <w:t>blank</w:t>
            </w:r>
          </w:p>
        </w:tc>
      </w:tr>
      <w:tr w:rsidR="00D774C6" w:rsidRPr="00653440" w14:paraId="25A766BB" w14:textId="77777777" w:rsidTr="00D774C6">
        <w:trPr>
          <w:cantSplit/>
          <w:jc w:val="center"/>
        </w:trPr>
        <w:tc>
          <w:tcPr>
            <w:tcW w:w="1167" w:type="dxa"/>
            <w:vAlign w:val="bottom"/>
          </w:tcPr>
          <w:p w14:paraId="4A237C32" w14:textId="77777777" w:rsidR="00D774C6" w:rsidRPr="001823B0" w:rsidRDefault="00D774C6" w:rsidP="00D774C6">
            <w:pPr>
              <w:pStyle w:val="TableText"/>
              <w:rPr>
                <w:b/>
              </w:rPr>
            </w:pPr>
            <w:r w:rsidRPr="001823B0">
              <w:rPr>
                <w:b/>
              </w:rPr>
              <w:t>9</w:t>
            </w:r>
          </w:p>
        </w:tc>
        <w:tc>
          <w:tcPr>
            <w:tcW w:w="1980" w:type="dxa"/>
            <w:vAlign w:val="bottom"/>
          </w:tcPr>
          <w:p w14:paraId="4E606474" w14:textId="694648A3" w:rsidR="00D774C6" w:rsidRPr="00653440" w:rsidRDefault="00D774C6" w:rsidP="00D774C6">
            <w:pPr>
              <w:pStyle w:val="ConfigWindow"/>
            </w:pPr>
            <w:r>
              <w:t>blank</w:t>
            </w:r>
          </w:p>
        </w:tc>
        <w:tc>
          <w:tcPr>
            <w:tcW w:w="1980" w:type="dxa"/>
            <w:vAlign w:val="bottom"/>
          </w:tcPr>
          <w:p w14:paraId="62FA8B42" w14:textId="58CE178E" w:rsidR="00D774C6" w:rsidRPr="00653440" w:rsidRDefault="00D774C6" w:rsidP="00D774C6">
            <w:pPr>
              <w:pStyle w:val="ConfigWindow"/>
            </w:pPr>
            <w:r>
              <w:t>blank</w:t>
            </w:r>
          </w:p>
        </w:tc>
        <w:tc>
          <w:tcPr>
            <w:tcW w:w="1980" w:type="dxa"/>
            <w:vAlign w:val="bottom"/>
          </w:tcPr>
          <w:p w14:paraId="40BD4A01" w14:textId="2DE50BBA" w:rsidR="00D774C6" w:rsidRPr="00653440" w:rsidRDefault="00D774C6" w:rsidP="00D774C6">
            <w:pPr>
              <w:pStyle w:val="ConfigWindow"/>
            </w:pPr>
            <w:r>
              <w:t>blank</w:t>
            </w:r>
          </w:p>
        </w:tc>
        <w:tc>
          <w:tcPr>
            <w:tcW w:w="2033" w:type="dxa"/>
            <w:vAlign w:val="bottom"/>
          </w:tcPr>
          <w:p w14:paraId="38CCD8D6" w14:textId="0C4C49BD" w:rsidR="00D774C6" w:rsidRPr="00653440" w:rsidRDefault="00D774C6" w:rsidP="00D774C6">
            <w:pPr>
              <w:pStyle w:val="ConfigWindow"/>
            </w:pPr>
            <w:r>
              <w:t>blank</w:t>
            </w:r>
          </w:p>
        </w:tc>
      </w:tr>
      <w:tr w:rsidR="00D774C6" w:rsidRPr="00653440" w14:paraId="03E83829" w14:textId="77777777" w:rsidTr="00D774C6">
        <w:trPr>
          <w:cantSplit/>
          <w:jc w:val="center"/>
        </w:trPr>
        <w:tc>
          <w:tcPr>
            <w:tcW w:w="1167" w:type="dxa"/>
            <w:vAlign w:val="bottom"/>
          </w:tcPr>
          <w:p w14:paraId="221CD75F" w14:textId="77777777" w:rsidR="00D774C6" w:rsidRPr="001823B0" w:rsidRDefault="00D774C6" w:rsidP="00D774C6">
            <w:pPr>
              <w:pStyle w:val="TableText"/>
              <w:rPr>
                <w:b/>
              </w:rPr>
            </w:pPr>
            <w:r w:rsidRPr="001823B0">
              <w:rPr>
                <w:b/>
              </w:rPr>
              <w:t>10</w:t>
            </w:r>
          </w:p>
        </w:tc>
        <w:tc>
          <w:tcPr>
            <w:tcW w:w="1980" w:type="dxa"/>
            <w:vAlign w:val="bottom"/>
          </w:tcPr>
          <w:p w14:paraId="477F1D45" w14:textId="474FADB4" w:rsidR="00D774C6" w:rsidRPr="00653440" w:rsidRDefault="00D774C6" w:rsidP="00D774C6">
            <w:pPr>
              <w:pStyle w:val="ConfigWindow"/>
            </w:pPr>
            <w:r>
              <w:t>blank</w:t>
            </w:r>
          </w:p>
        </w:tc>
        <w:tc>
          <w:tcPr>
            <w:tcW w:w="1980" w:type="dxa"/>
            <w:vAlign w:val="bottom"/>
          </w:tcPr>
          <w:p w14:paraId="7292BE06" w14:textId="1DE4725F" w:rsidR="00D774C6" w:rsidRPr="00653440" w:rsidRDefault="00D774C6" w:rsidP="00D774C6">
            <w:pPr>
              <w:pStyle w:val="ConfigWindow"/>
            </w:pPr>
            <w:r>
              <w:t>blank</w:t>
            </w:r>
          </w:p>
        </w:tc>
        <w:tc>
          <w:tcPr>
            <w:tcW w:w="1980" w:type="dxa"/>
            <w:vAlign w:val="bottom"/>
          </w:tcPr>
          <w:p w14:paraId="0290E3D8" w14:textId="70CCFC1E" w:rsidR="00D774C6" w:rsidRPr="00653440" w:rsidRDefault="00D774C6" w:rsidP="00D774C6">
            <w:pPr>
              <w:pStyle w:val="ConfigWindow"/>
            </w:pPr>
            <w:r>
              <w:t>blank</w:t>
            </w:r>
          </w:p>
        </w:tc>
        <w:tc>
          <w:tcPr>
            <w:tcW w:w="2033" w:type="dxa"/>
            <w:vAlign w:val="bottom"/>
          </w:tcPr>
          <w:p w14:paraId="0B818C18" w14:textId="6C7F1D6D" w:rsidR="00D774C6" w:rsidRPr="00653440" w:rsidRDefault="00D774C6" w:rsidP="00D774C6">
            <w:pPr>
              <w:pStyle w:val="ConfigWindow"/>
            </w:pPr>
            <w:r>
              <w:t>blank</w:t>
            </w:r>
          </w:p>
        </w:tc>
      </w:tr>
    </w:tbl>
    <w:p w14:paraId="7EBF3348" w14:textId="77777777" w:rsidR="00F81654" w:rsidRPr="00653440" w:rsidRDefault="00F81654" w:rsidP="001652A1">
      <w:pPr>
        <w:pStyle w:val="Heading3"/>
      </w:pPr>
      <w:r w:rsidRPr="00653440">
        <w:t xml:space="preserve">Assign the subnets to the network shown in the </w:t>
      </w:r>
      <w:r>
        <w:t>t</w:t>
      </w:r>
      <w:r w:rsidRPr="00653440">
        <w:t>opology.</w:t>
      </w:r>
      <w:bookmarkStart w:id="0" w:name="_GoBack"/>
      <w:bookmarkEnd w:id="0"/>
    </w:p>
    <w:p w14:paraId="081F3D29" w14:textId="7F75F55E" w:rsidR="00F81654" w:rsidRPr="00704C6A" w:rsidRDefault="00F81654" w:rsidP="00F81654">
      <w:pPr>
        <w:pStyle w:val="SubStepAlpha"/>
      </w:pPr>
      <w:r w:rsidRPr="00704C6A">
        <w:t xml:space="preserve">Assign Subnet 0 to the LAN connected to the GigabitEthernet 0/0 interface of R1: </w:t>
      </w:r>
    </w:p>
    <w:p w14:paraId="3179FEF9" w14:textId="6B5308F6" w:rsidR="00F81654" w:rsidRPr="00704C6A" w:rsidRDefault="00F81654" w:rsidP="00F81654">
      <w:pPr>
        <w:pStyle w:val="SubStepAlpha"/>
      </w:pPr>
      <w:r w:rsidRPr="00704C6A">
        <w:t xml:space="preserve">Assign Subnet 1 to the LAN connected to the GigabitEthernet 0/1 interface of R1: </w:t>
      </w:r>
    </w:p>
    <w:p w14:paraId="30376F53" w14:textId="6B8BC245" w:rsidR="00F81654" w:rsidRPr="00704C6A" w:rsidRDefault="00F81654" w:rsidP="00F81654">
      <w:pPr>
        <w:pStyle w:val="SubStepAlpha"/>
      </w:pPr>
      <w:r w:rsidRPr="00704C6A">
        <w:t xml:space="preserve">Assign Subnet 2 to the LAN connected to the GigabitEthernet 0/0 interface of R2: </w:t>
      </w:r>
    </w:p>
    <w:p w14:paraId="59B686F6" w14:textId="6BA8C979" w:rsidR="00F81654" w:rsidRPr="00704C6A" w:rsidRDefault="00F81654" w:rsidP="00F81654">
      <w:pPr>
        <w:pStyle w:val="SubStepAlpha"/>
      </w:pPr>
      <w:r w:rsidRPr="00704C6A">
        <w:t xml:space="preserve">Assign Subnet 3 to the LAN connected to the GigabitEthernet 0/1 interface of R2: </w:t>
      </w:r>
    </w:p>
    <w:p w14:paraId="4A6473F7" w14:textId="45462343" w:rsidR="00F81654" w:rsidRPr="00704C6A" w:rsidRDefault="00F81654" w:rsidP="00F81654">
      <w:pPr>
        <w:pStyle w:val="SubStepAlpha"/>
      </w:pPr>
      <w:r w:rsidRPr="00704C6A">
        <w:t xml:space="preserve">Assign Subnet 4 to the WAN link between R1 to R2: </w:t>
      </w:r>
    </w:p>
    <w:p w14:paraId="0AC1BA74" w14:textId="77777777" w:rsidR="00F81654" w:rsidRDefault="00F81654" w:rsidP="001652A1">
      <w:pPr>
        <w:pStyle w:val="Heading3"/>
      </w:pPr>
      <w:r>
        <w:t>Document the addressing scheme.</w:t>
      </w:r>
    </w:p>
    <w:p w14:paraId="451AA0F3" w14:textId="77777777" w:rsidR="00F81654" w:rsidRDefault="00F81654" w:rsidP="00F81654">
      <w:pPr>
        <w:pStyle w:val="BodyTextL25"/>
      </w:pPr>
      <w:r>
        <w:t xml:space="preserve">Fill in the </w:t>
      </w:r>
      <w:r>
        <w:rPr>
          <w:b/>
        </w:rPr>
        <w:t>Addressing</w:t>
      </w:r>
      <w:r w:rsidRPr="0068231B">
        <w:rPr>
          <w:b/>
        </w:rPr>
        <w:t xml:space="preserve"> Table</w:t>
      </w:r>
      <w:r>
        <w:t xml:space="preserve"> using the following guidelines:</w:t>
      </w:r>
    </w:p>
    <w:p w14:paraId="299D5595" w14:textId="77777777" w:rsidR="00F81654" w:rsidRPr="00704C6A" w:rsidRDefault="00F81654" w:rsidP="00F81654">
      <w:pPr>
        <w:pStyle w:val="SubStepAlpha"/>
      </w:pPr>
      <w:r w:rsidRPr="00704C6A">
        <w:t>Assign the first usable IP addresses in each subnet to R1 for the two LAN links and the WAN link.</w:t>
      </w:r>
    </w:p>
    <w:p w14:paraId="13E8FDAA" w14:textId="77777777" w:rsidR="00F81654" w:rsidRPr="00704C6A" w:rsidRDefault="00F81654" w:rsidP="00F81654">
      <w:pPr>
        <w:pStyle w:val="SubStepAlpha"/>
      </w:pPr>
      <w:r w:rsidRPr="00704C6A">
        <w:t>Assign the first usable IP addresses in each subnet to R2 for the LAN links. Assign the last usable IP address for the WAN link.</w:t>
      </w:r>
    </w:p>
    <w:p w14:paraId="6C580FA3" w14:textId="77777777" w:rsidR="00F81654" w:rsidRPr="00704C6A" w:rsidRDefault="00F81654" w:rsidP="00F81654">
      <w:pPr>
        <w:pStyle w:val="SubStepAlpha"/>
      </w:pPr>
      <w:r w:rsidRPr="00704C6A">
        <w:t>Assign the second usable IP address in the attached subnets to the switches.</w:t>
      </w:r>
    </w:p>
    <w:p w14:paraId="095CD8DA" w14:textId="77777777" w:rsidR="00F81654" w:rsidRPr="00704C6A" w:rsidRDefault="00F81654" w:rsidP="00F81654">
      <w:pPr>
        <w:pStyle w:val="SubStepAlpha"/>
      </w:pPr>
      <w:r w:rsidRPr="00704C6A">
        <w:t xml:space="preserve">Assign the last usable IP addresses to the PCs in each subnet. </w:t>
      </w:r>
    </w:p>
    <w:p w14:paraId="49F7E7C1" w14:textId="77777777" w:rsidR="00F81654" w:rsidRPr="00653440" w:rsidRDefault="00F81654" w:rsidP="001652A1">
      <w:pPr>
        <w:pStyle w:val="Heading2"/>
      </w:pPr>
      <w:r w:rsidRPr="00653440">
        <w:t>Assign IP Addresses to Network Devices</w:t>
      </w:r>
      <w:r>
        <w:t xml:space="preserve"> and Verify Connectivity</w:t>
      </w:r>
    </w:p>
    <w:p w14:paraId="4682B8AB" w14:textId="77777777" w:rsidR="00F81654" w:rsidRPr="00653440" w:rsidRDefault="00F81654" w:rsidP="00F81654">
      <w:pPr>
        <w:pStyle w:val="BodyTextL25"/>
      </w:pPr>
      <w:r>
        <w:t>Most of the IP addressing is already configured on this network. Implement the following steps to complete the addressing configuration. EIGRP dynamic routing is already configured between R1 and R2.</w:t>
      </w:r>
    </w:p>
    <w:p w14:paraId="1FF364FF" w14:textId="77777777" w:rsidR="00F81654" w:rsidRDefault="00F81654" w:rsidP="001652A1">
      <w:pPr>
        <w:pStyle w:val="Heading3"/>
      </w:pPr>
      <w:r>
        <w:t xml:space="preserve">Configure </w:t>
      </w:r>
      <w:r w:rsidRPr="00653440">
        <w:t>R1</w:t>
      </w:r>
      <w:r>
        <w:t xml:space="preserve"> LAN interfaces</w:t>
      </w:r>
      <w:r w:rsidRPr="00653440">
        <w:t>.</w:t>
      </w:r>
    </w:p>
    <w:p w14:paraId="57763B30" w14:textId="77777777" w:rsidR="00F81654" w:rsidRDefault="00F81654" w:rsidP="00F81654">
      <w:pPr>
        <w:pStyle w:val="SubStepAlpha"/>
      </w:pPr>
      <w:r>
        <w:t>Configure both LAN interfaces with the addresses from the Addressing Table.</w:t>
      </w:r>
    </w:p>
    <w:p w14:paraId="6DC99540" w14:textId="77777777" w:rsidR="00F81654" w:rsidRPr="00540498" w:rsidRDefault="00F81654" w:rsidP="00F81654">
      <w:pPr>
        <w:pStyle w:val="SubStepAlpha"/>
      </w:pPr>
      <w:r>
        <w:t>Configure the interfaces so that the hosts on the LANs have connectivity to the default gateway.</w:t>
      </w:r>
    </w:p>
    <w:p w14:paraId="696F98E8" w14:textId="77777777" w:rsidR="00F81654" w:rsidRDefault="00F81654" w:rsidP="001652A1">
      <w:pPr>
        <w:pStyle w:val="Heading3"/>
      </w:pPr>
      <w:r>
        <w:t>Configure IP addressing on S3</w:t>
      </w:r>
      <w:r w:rsidRPr="00653440">
        <w:t>.</w:t>
      </w:r>
    </w:p>
    <w:p w14:paraId="7949E268" w14:textId="77777777" w:rsidR="00F81654" w:rsidRDefault="00F81654" w:rsidP="00F81654">
      <w:pPr>
        <w:pStyle w:val="SubStepAlpha"/>
      </w:pPr>
      <w:r>
        <w:t>Configure the switch VLAN1 interface with addressing.</w:t>
      </w:r>
    </w:p>
    <w:p w14:paraId="227F9FBA" w14:textId="77777777" w:rsidR="00F81654" w:rsidRPr="00473832" w:rsidRDefault="00F81654" w:rsidP="00F81654">
      <w:pPr>
        <w:pStyle w:val="SubStepAlpha"/>
      </w:pPr>
      <w:r>
        <w:t>Configure the switch with the default gateway address.</w:t>
      </w:r>
    </w:p>
    <w:p w14:paraId="151F646F" w14:textId="77777777" w:rsidR="00F81654" w:rsidRDefault="00F81654" w:rsidP="001652A1">
      <w:pPr>
        <w:pStyle w:val="Heading3"/>
      </w:pPr>
      <w:r>
        <w:t>Configure PC4</w:t>
      </w:r>
      <w:r w:rsidRPr="00653440">
        <w:t>.</w:t>
      </w:r>
    </w:p>
    <w:p w14:paraId="705CC333" w14:textId="77777777" w:rsidR="00F81654" w:rsidRPr="00473832" w:rsidRDefault="00F81654" w:rsidP="00F81654">
      <w:pPr>
        <w:pStyle w:val="BodyTextL25"/>
      </w:pPr>
      <w:r>
        <w:t>Configure PC4 with host and default gateway addresses.</w:t>
      </w:r>
    </w:p>
    <w:p w14:paraId="31B9634E" w14:textId="77777777" w:rsidR="00F81654" w:rsidRDefault="00F81654" w:rsidP="001652A1">
      <w:pPr>
        <w:pStyle w:val="Heading3"/>
      </w:pPr>
      <w:r>
        <w:t>Verify connectivity.</w:t>
      </w:r>
    </w:p>
    <w:p w14:paraId="302370D8" w14:textId="77777777" w:rsidR="00F81654" w:rsidRDefault="00F81654" w:rsidP="00F81654">
      <w:pPr>
        <w:pStyle w:val="BodyTextL25"/>
      </w:pPr>
      <w:r>
        <w:t xml:space="preserve">You can only verify connectivity from R1, S3, and PC4. However, you should be able to ping every IP address listed in the </w:t>
      </w:r>
      <w:r>
        <w:rPr>
          <w:b/>
        </w:rPr>
        <w:t>Addressing Table</w:t>
      </w:r>
      <w:r>
        <w:t>.</w:t>
      </w:r>
    </w:p>
    <w:p w14:paraId="5AACC936" w14:textId="32B8A073" w:rsidR="00F81654" w:rsidRDefault="00F81654" w:rsidP="00F81654">
      <w:pPr>
        <w:pStyle w:val="ConfigWindow"/>
      </w:pPr>
      <w:r>
        <w:t>End of Document</w:t>
      </w:r>
    </w:p>
    <w:sectPr w:rsidR="00F81654" w:rsidSect="009F446C">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DB962B" w14:textId="77777777" w:rsidR="00812EA0" w:rsidRDefault="00812EA0" w:rsidP="00710659">
      <w:pPr>
        <w:spacing w:after="0" w:line="240" w:lineRule="auto"/>
      </w:pPr>
      <w:r>
        <w:separator/>
      </w:r>
    </w:p>
    <w:p w14:paraId="411CE15D" w14:textId="77777777" w:rsidR="00812EA0" w:rsidRDefault="00812EA0"/>
  </w:endnote>
  <w:endnote w:type="continuationSeparator" w:id="0">
    <w:p w14:paraId="3CF2CBA5" w14:textId="77777777" w:rsidR="00812EA0" w:rsidRDefault="00812EA0" w:rsidP="00710659">
      <w:pPr>
        <w:spacing w:after="0" w:line="240" w:lineRule="auto"/>
      </w:pPr>
      <w:r>
        <w:continuationSeparator/>
      </w:r>
    </w:p>
    <w:p w14:paraId="497B4B96" w14:textId="77777777" w:rsidR="00812EA0" w:rsidRDefault="00812E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1A958" w14:textId="77777777" w:rsidR="001652A1" w:rsidRDefault="001652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A5FF4" w14:textId="3E583D1E" w:rsidR="001652A1" w:rsidRPr="00882B63" w:rsidRDefault="001652A1"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23245E">
          <w:t>2014</w:t>
        </w:r>
      </w:sdtContent>
    </w:sdt>
    <w:r>
      <w:t xml:space="preserve"> - </w:t>
    </w:r>
    <w:r>
      <w:fldChar w:fldCharType="begin"/>
    </w:r>
    <w:r>
      <w:instrText xml:space="preserve"> SAVEDATE  \@ "yyyy"  \* MERGEFORMAT </w:instrText>
    </w:r>
    <w:r>
      <w:fldChar w:fldCharType="separate"/>
    </w:r>
    <w:r w:rsidR="0057406F">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86414">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86414">
      <w:rPr>
        <w:b/>
        <w:noProof/>
        <w:szCs w:val="16"/>
      </w:rPr>
      <w:t>4</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F629D" w14:textId="1863750C" w:rsidR="001652A1" w:rsidRPr="00882B63" w:rsidRDefault="001652A1"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23245E">
          <w:t>2014</w:t>
        </w:r>
      </w:sdtContent>
    </w:sdt>
    <w:r>
      <w:t xml:space="preserve"> - </w:t>
    </w:r>
    <w:r>
      <w:fldChar w:fldCharType="begin"/>
    </w:r>
    <w:r>
      <w:instrText xml:space="preserve"> SAVEDATE  \@ "yyyy"  \* MERGEFORMAT </w:instrText>
    </w:r>
    <w:r>
      <w:fldChar w:fldCharType="separate"/>
    </w:r>
    <w:r w:rsidR="0057406F">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86414">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86414">
      <w:rPr>
        <w:b/>
        <w:noProof/>
        <w:szCs w:val="16"/>
      </w:rPr>
      <w:t>4</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55618E" w14:textId="77777777" w:rsidR="00812EA0" w:rsidRDefault="00812EA0" w:rsidP="00710659">
      <w:pPr>
        <w:spacing w:after="0" w:line="240" w:lineRule="auto"/>
      </w:pPr>
      <w:r>
        <w:separator/>
      </w:r>
    </w:p>
    <w:p w14:paraId="0B8C8577" w14:textId="77777777" w:rsidR="00812EA0" w:rsidRDefault="00812EA0"/>
  </w:footnote>
  <w:footnote w:type="continuationSeparator" w:id="0">
    <w:p w14:paraId="0A61AA7F" w14:textId="77777777" w:rsidR="00812EA0" w:rsidRDefault="00812EA0" w:rsidP="00710659">
      <w:pPr>
        <w:spacing w:after="0" w:line="240" w:lineRule="auto"/>
      </w:pPr>
      <w:r>
        <w:continuationSeparator/>
      </w:r>
    </w:p>
    <w:p w14:paraId="5FD6755E" w14:textId="77777777" w:rsidR="00812EA0" w:rsidRDefault="00812E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13247" w14:textId="77777777" w:rsidR="001652A1" w:rsidRDefault="001652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2781EA1AA9D54E28B95EBCA519CC88C3"/>
      </w:placeholder>
      <w:dataBinding w:prefixMappings="xmlns:ns0='http://purl.org/dc/elements/1.1/' xmlns:ns1='http://schemas.openxmlformats.org/package/2006/metadata/core-properties' " w:xpath="/ns1:coreProperties[1]/ns0:title[1]" w:storeItemID="{6C3C8BC8-F283-45AE-878A-BAB7291924A1}"/>
      <w:text/>
    </w:sdtPr>
    <w:sdtEndPr/>
    <w:sdtContent>
      <w:p w14:paraId="5BCC75DF" w14:textId="77777777" w:rsidR="001652A1" w:rsidRDefault="001652A1" w:rsidP="008402F2">
        <w:pPr>
          <w:pStyle w:val="PageHead"/>
        </w:pPr>
        <w:r>
          <w:t>Packet Tracer - Subnetting Scenario</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33D6B" w14:textId="77777777" w:rsidR="001652A1" w:rsidRDefault="001652A1" w:rsidP="006C3FCF">
    <w:pPr>
      <w:ind w:left="-288"/>
    </w:pPr>
    <w:r>
      <w:rPr>
        <w:noProof/>
      </w:rPr>
      <w:drawing>
        <wp:inline distT="0" distB="0" distL="0" distR="0" wp14:anchorId="10FC4990" wp14:editId="399EE21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9A564FBE"/>
    <w:styleLink w:val="PartStepSubStepList"/>
    <w:lvl w:ilvl="0">
      <w:start w:val="1"/>
      <w:numFmt w:val="decimal"/>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A7014C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72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lvlOverride w:ilvl="2">
      <w:lvl w:ilvl="2">
        <w:start w:val="1"/>
        <w:numFmt w:val="decimal"/>
        <w:suff w:val="space"/>
        <w:lvlText w:val="Step %3:"/>
        <w:lvlJc w:val="left"/>
        <w:pPr>
          <w:ind w:left="0" w:firstLine="0"/>
        </w:pPr>
        <w:rPr>
          <w:rFonts w:hint="default"/>
        </w:rPr>
      </w:lvl>
    </w:lvlOverride>
  </w:num>
  <w:num w:numId="1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0AA9"/>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51BB"/>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3C3B"/>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4BC4"/>
    <w:rsid w:val="001366EC"/>
    <w:rsid w:val="0014219C"/>
    <w:rsid w:val="001425ED"/>
    <w:rsid w:val="00143450"/>
    <w:rsid w:val="00144997"/>
    <w:rsid w:val="001523C0"/>
    <w:rsid w:val="001535FE"/>
    <w:rsid w:val="00154E3A"/>
    <w:rsid w:val="00155352"/>
    <w:rsid w:val="00157902"/>
    <w:rsid w:val="00162105"/>
    <w:rsid w:val="00162EEA"/>
    <w:rsid w:val="00163164"/>
    <w:rsid w:val="001652A1"/>
    <w:rsid w:val="00166253"/>
    <w:rsid w:val="001704B7"/>
    <w:rsid w:val="001708A6"/>
    <w:rsid w:val="001710C0"/>
    <w:rsid w:val="00172AFB"/>
    <w:rsid w:val="001772B8"/>
    <w:rsid w:val="00180FBF"/>
    <w:rsid w:val="001813C3"/>
    <w:rsid w:val="001823B0"/>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0E2"/>
    <w:rsid w:val="001F643A"/>
    <w:rsid w:val="001F7DD8"/>
    <w:rsid w:val="00201928"/>
    <w:rsid w:val="00203E26"/>
    <w:rsid w:val="0020449C"/>
    <w:rsid w:val="002113B8"/>
    <w:rsid w:val="00215665"/>
    <w:rsid w:val="002163BB"/>
    <w:rsid w:val="0021792C"/>
    <w:rsid w:val="002240AB"/>
    <w:rsid w:val="00225E37"/>
    <w:rsid w:val="00231DCA"/>
    <w:rsid w:val="0023245E"/>
    <w:rsid w:val="00235792"/>
    <w:rsid w:val="00242E3A"/>
    <w:rsid w:val="00246492"/>
    <w:rsid w:val="002506CF"/>
    <w:rsid w:val="0025107F"/>
    <w:rsid w:val="0025688C"/>
    <w:rsid w:val="00260CD4"/>
    <w:rsid w:val="002639D8"/>
    <w:rsid w:val="00265F77"/>
    <w:rsid w:val="00266C83"/>
    <w:rsid w:val="00270FCC"/>
    <w:rsid w:val="002768DC"/>
    <w:rsid w:val="00294C8F"/>
    <w:rsid w:val="002A0B2E"/>
    <w:rsid w:val="002A0DC1"/>
    <w:rsid w:val="002A34EB"/>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1B2C"/>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3F767D"/>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1587"/>
    <w:rsid w:val="004F344A"/>
    <w:rsid w:val="004F4EC3"/>
    <w:rsid w:val="00504ED4"/>
    <w:rsid w:val="00510639"/>
    <w:rsid w:val="00511791"/>
    <w:rsid w:val="005139BE"/>
    <w:rsid w:val="00516142"/>
    <w:rsid w:val="0051681C"/>
    <w:rsid w:val="00520027"/>
    <w:rsid w:val="0052093C"/>
    <w:rsid w:val="00521B31"/>
    <w:rsid w:val="00522469"/>
    <w:rsid w:val="0052400A"/>
    <w:rsid w:val="00531BF5"/>
    <w:rsid w:val="00536277"/>
    <w:rsid w:val="00536F43"/>
    <w:rsid w:val="005510BA"/>
    <w:rsid w:val="005538C8"/>
    <w:rsid w:val="00554B4E"/>
    <w:rsid w:val="00556C02"/>
    <w:rsid w:val="005576DA"/>
    <w:rsid w:val="00561BB2"/>
    <w:rsid w:val="00563249"/>
    <w:rsid w:val="00570A65"/>
    <w:rsid w:val="0057406F"/>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24C9"/>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291E"/>
    <w:rsid w:val="007E3264"/>
    <w:rsid w:val="007E3FEA"/>
    <w:rsid w:val="007E6402"/>
    <w:rsid w:val="007F0A0B"/>
    <w:rsid w:val="007F3A60"/>
    <w:rsid w:val="007F3D0B"/>
    <w:rsid w:val="007F7050"/>
    <w:rsid w:val="007F7C94"/>
    <w:rsid w:val="00802FFA"/>
    <w:rsid w:val="00810E4B"/>
    <w:rsid w:val="00812EA0"/>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1191"/>
    <w:rsid w:val="009D2C27"/>
    <w:rsid w:val="009D503E"/>
    <w:rsid w:val="009E1AA3"/>
    <w:rsid w:val="009E2309"/>
    <w:rsid w:val="009E42B9"/>
    <w:rsid w:val="009E4E17"/>
    <w:rsid w:val="009E54B9"/>
    <w:rsid w:val="009F1421"/>
    <w:rsid w:val="009F446C"/>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AA9"/>
    <w:rsid w:val="00A60F6F"/>
    <w:rsid w:val="00A622C4"/>
    <w:rsid w:val="00A6283D"/>
    <w:rsid w:val="00A64849"/>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00EA"/>
    <w:rsid w:val="00BA1D0B"/>
    <w:rsid w:val="00BA2B50"/>
    <w:rsid w:val="00BA38BD"/>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58ED"/>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4C6"/>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76893"/>
    <w:rsid w:val="00F8036D"/>
    <w:rsid w:val="00F809DC"/>
    <w:rsid w:val="00F81654"/>
    <w:rsid w:val="00F8508A"/>
    <w:rsid w:val="00F86414"/>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41E94"/>
  <w15:docId w15:val="{ACA5E8BC-F689-4475-8C50-260F447A5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3F767D"/>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7224C9"/>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F767D"/>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F446C"/>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774C6"/>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7224C9"/>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F81654"/>
    <w:pPr>
      <w:numPr>
        <w:numId w:val="12"/>
      </w:numPr>
    </w:pPr>
  </w:style>
  <w:style w:type="paragraph" w:customStyle="1" w:styleId="TaskHead">
    <w:name w:val="Task Head"/>
    <w:basedOn w:val="Normal"/>
    <w:next w:val="BodyTextL25"/>
    <w:rsid w:val="00F81654"/>
    <w:pPr>
      <w:keepNext/>
      <w:numPr>
        <w:ilvl w:val="1"/>
        <w:numId w:val="10"/>
      </w:numPr>
      <w:spacing w:before="240"/>
      <w:ind w:left="0"/>
      <w:outlineLvl w:val="0"/>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781EA1AA9D54E28B95EBCA519CC88C3"/>
        <w:category>
          <w:name w:val="General"/>
          <w:gallery w:val="placeholder"/>
        </w:category>
        <w:types>
          <w:type w:val="bbPlcHdr"/>
        </w:types>
        <w:behaviors>
          <w:behavior w:val="content"/>
        </w:behaviors>
        <w:guid w:val="{213C20C1-DC15-4759-BAFC-159CA5048576}"/>
      </w:docPartPr>
      <w:docPartBody>
        <w:p w:rsidR="00245955" w:rsidRDefault="000377D3">
          <w:pPr>
            <w:pStyle w:val="2781EA1AA9D54E28B95EBCA519CC88C3"/>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7D3"/>
    <w:rsid w:val="000377D3"/>
    <w:rsid w:val="000F6495"/>
    <w:rsid w:val="00245955"/>
    <w:rsid w:val="003E02CE"/>
    <w:rsid w:val="004C2AA2"/>
    <w:rsid w:val="0079213C"/>
    <w:rsid w:val="00984757"/>
    <w:rsid w:val="009A22DC"/>
    <w:rsid w:val="00EC0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781EA1AA9D54E28B95EBCA519CC88C3">
    <w:name w:val="2781EA1AA9D54E28B95EBCA519CC88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91C302-FDD8-43DB-A757-6C3C49481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7</TotalTime>
  <Pages>1</Pages>
  <Words>699</Words>
  <Characters>3987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Packet Tracer - Subnetting Scenario</vt:lpstr>
    </vt:vector>
  </TitlesOfParts>
  <Company>Cisco Systems, Inc.</Company>
  <LinksUpToDate>false</LinksUpToDate>
  <CharactersWithSpaces>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Subnetting Scenario</dc:title>
  <dc:creator>SP</dc:creator>
  <dc:description>2014</dc:description>
  <cp:lastModifiedBy>Suk-Yi Pennock -X (spennock - UNICON INC at Cisco)</cp:lastModifiedBy>
  <cp:revision>7</cp:revision>
  <cp:lastPrinted>2019-12-04T00:25:00Z</cp:lastPrinted>
  <dcterms:created xsi:type="dcterms:W3CDTF">2019-11-26T22:49:00Z</dcterms:created>
  <dcterms:modified xsi:type="dcterms:W3CDTF">2019-12-04T00:26:00Z</dcterms:modified>
</cp:coreProperties>
</file>